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0A51E" w14:textId="7DA9C324" w:rsidR="00156032" w:rsidRPr="00BB3EA6" w:rsidRDefault="00156032" w:rsidP="00156032">
      <w:pPr>
        <w:spacing w:after="240"/>
        <w:rPr>
          <w:i/>
          <w:sz w:val="18"/>
          <w:szCs w:val="18"/>
        </w:rPr>
      </w:pPr>
      <w:bookmarkStart w:id="0" w:name="_Hlk98863523"/>
      <w:r>
        <w:rPr>
          <w:i/>
          <w:sz w:val="18"/>
          <w:szCs w:val="18"/>
        </w:rPr>
        <w:t>Physics &gt; Big idea PFM: Forces and motion &gt; Topic PFM6: Forces make things change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02A04489" w14:textId="77777777" w:rsidTr="00AE3956">
        <w:trPr>
          <w:trHeight w:val="321"/>
        </w:trPr>
        <w:tc>
          <w:tcPr>
            <w:tcW w:w="16831" w:type="dxa"/>
            <w:shd w:val="clear" w:color="auto" w:fill="B2A1C7" w:themeFill="accent4" w:themeFillTint="99"/>
          </w:tcPr>
          <w:bookmarkEnd w:id="0"/>
          <w:p w14:paraId="1C624FE8" w14:textId="77777777"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14:paraId="0483A397" w14:textId="77777777" w:rsidTr="00AE3956">
        <w:trPr>
          <w:trHeight w:val="362"/>
        </w:trPr>
        <w:tc>
          <w:tcPr>
            <w:tcW w:w="16831" w:type="dxa"/>
            <w:shd w:val="clear" w:color="auto" w:fill="CCC0D9" w:themeFill="accent4" w:themeFillTint="66"/>
          </w:tcPr>
          <w:p w14:paraId="5971F9A9" w14:textId="5E7DF950" w:rsidR="006F3279" w:rsidRPr="00CA4B46" w:rsidRDefault="0022442F" w:rsidP="00326496">
            <w:pPr>
              <w:tabs>
                <w:tab w:val="left" w:pos="5971"/>
              </w:tabs>
              <w:spacing w:after="60"/>
              <w:ind w:left="1304"/>
              <w:rPr>
                <w:b/>
                <w:sz w:val="40"/>
                <w:szCs w:val="40"/>
              </w:rPr>
            </w:pPr>
            <w:r>
              <w:rPr>
                <w:b/>
                <w:sz w:val="40"/>
                <w:szCs w:val="40"/>
              </w:rPr>
              <w:t>P</w:t>
            </w:r>
            <w:r w:rsidR="00326496">
              <w:rPr>
                <w:b/>
                <w:sz w:val="40"/>
                <w:szCs w:val="40"/>
              </w:rPr>
              <w:t>FM6.2: Force, mass and acceleration</w:t>
            </w:r>
          </w:p>
        </w:tc>
      </w:tr>
    </w:tbl>
    <w:p w14:paraId="49277E25" w14:textId="77777777" w:rsidR="006A01DE" w:rsidRDefault="006A01DE" w:rsidP="006A01DE">
      <w:pPr>
        <w:rPr>
          <w:b/>
          <w:color w:val="5F497A" w:themeColor="accent4" w:themeShade="BF"/>
          <w:sz w:val="24"/>
        </w:rPr>
      </w:pPr>
    </w:p>
    <w:p w14:paraId="0B1F2451" w14:textId="77777777"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14:paraId="68C4F8C1" w14:textId="77777777" w:rsidR="00326496" w:rsidRDefault="00326496" w:rsidP="00326496">
      <w:pPr>
        <w:spacing w:after="180"/>
      </w:pPr>
      <w:r w:rsidRPr="004E3C48">
        <w:t>A big idea in physics is force, because it is the key to explaining changes in the motion or the shape of an object. The motion of an object can be explained or predicted if you know the sizes and directions of all the forces that act on it. Understanding forces helps us to predict and control the physical world around us.</w:t>
      </w:r>
    </w:p>
    <w:p w14:paraId="37653893" w14:textId="77777777"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14:paraId="41383126" w14:textId="03AD668D" w:rsidR="006A01DE" w:rsidRDefault="006A01DE" w:rsidP="006A01DE">
      <w:pPr>
        <w:spacing w:after="180"/>
      </w:pPr>
      <w:r>
        <w:t xml:space="preserve">This key concept </w:t>
      </w:r>
      <w:r w:rsidR="00FE427C">
        <w:t xml:space="preserve">helps to </w:t>
      </w:r>
      <w:r>
        <w:t>develop the big idea by</w:t>
      </w:r>
      <w:r w:rsidR="00112C87">
        <w:t xml:space="preserve"> building on an understanding of </w:t>
      </w:r>
      <w:r w:rsidR="00C32F50">
        <w:t>the effect of a</w:t>
      </w:r>
      <w:r w:rsidR="00112C87">
        <w:t xml:space="preserve"> resultant force in order to </w:t>
      </w:r>
      <w:r w:rsidR="00C32F50">
        <w:t>understand the relationship between the resultant force, mass and</w:t>
      </w:r>
      <w:r w:rsidR="00112C87">
        <w:t xml:space="preserve"> acceleration</w:t>
      </w:r>
      <w:r w:rsidR="00C32F50">
        <w:t xml:space="preserve"> of an object that is free to move</w:t>
      </w:r>
      <w:r w:rsidR="00112C87">
        <w:t>.</w:t>
      </w:r>
    </w:p>
    <w:p w14:paraId="23C25F2A" w14:textId="64483BE2" w:rsidR="006A01DE" w:rsidRDefault="00E94795" w:rsidP="007C0C78">
      <w:pPr>
        <w:spacing w:after="180"/>
      </w:pPr>
      <w:r w:rsidRPr="00B6703E">
        <w:rPr>
          <w:rFonts w:cstheme="minorHAnsi"/>
          <w:b/>
          <w:noProof/>
          <w:color w:val="FFFFFF" w:themeColor="background1"/>
          <w:sz w:val="24"/>
          <w:szCs w:val="24"/>
          <w:lang w:eastAsia="en-GB"/>
        </w:rPr>
        <w:drawing>
          <wp:anchor distT="0" distB="0" distL="114300" distR="114300" simplePos="0" relativeHeight="251654144" behindDoc="1" locked="0" layoutInCell="1" allowOverlap="1" wp14:anchorId="43089F61" wp14:editId="1306F8FA">
            <wp:simplePos x="0" y="0"/>
            <wp:positionH relativeFrom="column">
              <wp:posOffset>4062222</wp:posOffset>
            </wp:positionH>
            <wp:positionV relativeFrom="paragraph">
              <wp:posOffset>157226</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566DCE">
        <w:t xml:space="preserve">of the </w:t>
      </w:r>
      <w:r w:rsidR="00C32F50">
        <w:t>effect of</w:t>
      </w:r>
      <w:r w:rsidR="00566DCE">
        <w:t xml:space="preserve"> resultant force </w:t>
      </w:r>
      <w:r w:rsidR="00C32F50">
        <w:t>on objects of different mass</w:t>
      </w:r>
      <w:r w:rsidR="008B6B23">
        <w:t>.</w:t>
      </w:r>
      <w:r w:rsidR="006A01DE">
        <w:t xml:space="preserve"> It </w:t>
      </w:r>
      <w:r w:rsidR="005B4275">
        <w:t xml:space="preserve">then </w:t>
      </w:r>
      <w:r w:rsidR="008B6B23">
        <w:t xml:space="preserve">develops an understanding of </w:t>
      </w:r>
      <w:r w:rsidR="00C32F50">
        <w:t xml:space="preserve">the relationship between acceleration, mass and the resultant </w:t>
      </w:r>
      <w:r w:rsidR="008B6B23">
        <w:t xml:space="preserve">force </w:t>
      </w:r>
      <w:r w:rsidR="00C32F50">
        <w:t>on objects, in order to enable to determine the motion of objects that are accelerating</w:t>
      </w:r>
      <w:r w:rsidR="008B6B23">
        <w:t>.</w:t>
      </w:r>
      <w:r w:rsidR="005C154A">
        <w:t xml:space="preserve"> </w:t>
      </w:r>
    </w:p>
    <w:p w14:paraId="72C9985C" w14:textId="2205BF10"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14:paraId="3AE6F3EA" w14:textId="3625446B"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14:paraId="23724182" w14:textId="34E4AD27" w:rsidR="006F3279" w:rsidRPr="006F3279" w:rsidRDefault="006F3279" w:rsidP="00E172C6">
      <w:pPr>
        <w:spacing w:after="180"/>
        <w:rPr>
          <w:b/>
        </w:rPr>
      </w:pPr>
    </w:p>
    <w:p w14:paraId="0AF27DE0" w14:textId="77777777" w:rsidR="00C32F50" w:rsidRDefault="00C32F50">
      <w:pPr>
        <w:spacing w:after="200" w:line="276" w:lineRule="auto"/>
        <w:rPr>
          <w:b/>
          <w:color w:val="5F497A" w:themeColor="accent4" w:themeShade="BF"/>
          <w:sz w:val="24"/>
        </w:rPr>
      </w:pPr>
      <w:r>
        <w:rPr>
          <w:b/>
          <w:color w:val="5F497A" w:themeColor="accent4" w:themeShade="BF"/>
          <w:sz w:val="24"/>
        </w:rPr>
        <w:br w:type="page"/>
      </w:r>
      <w:bookmarkStart w:id="1" w:name="_GoBack"/>
      <w:bookmarkEnd w:id="1"/>
    </w:p>
    <w:p w14:paraId="2EE3E888" w14:textId="58C4A4C8" w:rsidR="00BC6C0D" w:rsidRDefault="00BC6C0D" w:rsidP="00BC6C0D">
      <w:pPr>
        <w:spacing w:after="180"/>
        <w:rPr>
          <w:b/>
          <w:color w:val="5F497A" w:themeColor="accent4" w:themeShade="BF"/>
          <w:sz w:val="24"/>
        </w:rPr>
      </w:pPr>
      <w:r>
        <w:rPr>
          <w:b/>
          <w:color w:val="5F497A" w:themeColor="accent4" w:themeShade="BF"/>
          <w:sz w:val="24"/>
        </w:rPr>
        <w:lastRenderedPageBreak/>
        <w:t>Progression toolkit: Force, mass and acceleration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14:paraId="572FEF16" w14:textId="77777777" w:rsidTr="00F70AD8">
        <w:trPr>
          <w:trHeight w:hRule="exact" w:val="68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04102241" w14:textId="6079A9AB" w:rsidR="00761D32" w:rsidRPr="0022442F" w:rsidRDefault="00761D32" w:rsidP="00F70AD8">
            <w:pPr>
              <w:rPr>
                <w:b/>
                <w:color w:val="5F497A" w:themeColor="accent4" w:themeShade="BF"/>
                <w:sz w:val="24"/>
              </w:rPr>
            </w:pPr>
            <w:r>
              <w:rPr>
                <w:b/>
                <w:color w:val="5F497A" w:themeColor="accent4" w:themeShade="BF"/>
                <w:sz w:val="24"/>
              </w:rPr>
              <w:t xml:space="preserve">Progression toolkit: </w:t>
            </w:r>
            <w:r w:rsidR="00EA78C6">
              <w:rPr>
                <w:b/>
                <w:color w:val="5F497A" w:themeColor="accent4" w:themeShade="BF"/>
                <w:sz w:val="24"/>
              </w:rPr>
              <w:t>Force, mass and acceleration</w:t>
            </w:r>
          </w:p>
          <w:p w14:paraId="79FED4AD" w14:textId="77777777" w:rsidR="00761D32" w:rsidRPr="003C7537" w:rsidRDefault="00761D32" w:rsidP="00F70AD8">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14:paraId="6F5191DF" w14:textId="77777777" w:rsidR="00521F90" w:rsidRDefault="00C06033" w:rsidP="00F70AD8">
            <w:pPr>
              <w:jc w:val="center"/>
              <w:rPr>
                <w:rFonts w:cstheme="minorHAnsi"/>
                <w:sz w:val="24"/>
                <w:szCs w:val="20"/>
              </w:rPr>
            </w:pPr>
            <w:r w:rsidRPr="00C06033">
              <w:rPr>
                <w:rFonts w:cstheme="minorHAnsi"/>
                <w:sz w:val="24"/>
                <w:szCs w:val="20"/>
              </w:rPr>
              <w:t xml:space="preserve">The acceleration of an object is proportional to the resultant force acting on it and inversely proportional to its mass. </w:t>
            </w:r>
          </w:p>
          <w:p w14:paraId="4031F279" w14:textId="0BAFB8CF" w:rsidR="00761D32" w:rsidRPr="00F34FD0" w:rsidRDefault="00396E1D" w:rsidP="00F70AD8">
            <w:pPr>
              <w:jc w:val="center"/>
              <w:rPr>
                <w:rFonts w:cstheme="minorHAnsi"/>
                <w:sz w:val="24"/>
                <w:szCs w:val="20"/>
              </w:rPr>
            </w:pPr>
            <w:r>
              <w:rPr>
                <w:rFonts w:cstheme="minorHAnsi"/>
                <w:sz w:val="24"/>
                <w:szCs w:val="20"/>
              </w:rPr>
              <w:t>An object</w:t>
            </w:r>
            <w:r w:rsidR="00C06033" w:rsidRPr="00C06033">
              <w:rPr>
                <w:rFonts w:cstheme="minorHAnsi"/>
                <w:sz w:val="24"/>
                <w:szCs w:val="20"/>
              </w:rPr>
              <w:t xml:space="preserve"> accelerates in the direction of the resultant force</w:t>
            </w:r>
            <w:r>
              <w:rPr>
                <w:rFonts w:cstheme="minorHAnsi"/>
                <w:sz w:val="24"/>
                <w:szCs w:val="20"/>
              </w:rPr>
              <w:t xml:space="preserve"> acting on it</w:t>
            </w:r>
            <w:r w:rsidR="00C06033" w:rsidRPr="00C06033">
              <w:rPr>
                <w:rFonts w:cstheme="minorHAnsi"/>
                <w:sz w:val="24"/>
                <w:szCs w:val="20"/>
              </w:rPr>
              <w:t>.</w:t>
            </w:r>
          </w:p>
        </w:tc>
      </w:tr>
      <w:tr w:rsidR="00761D32" w:rsidRPr="00104331" w14:paraId="5681C6BA" w14:textId="77777777"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64F404BE" w14:textId="77777777"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066E07E"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5BEF1BB"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94C5001"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FA5F9A2"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2D66A983" w14:textId="77777777" w:rsidR="00761D32" w:rsidRPr="00104331" w:rsidRDefault="00761D32" w:rsidP="009B5270">
            <w:pPr>
              <w:jc w:val="center"/>
              <w:rPr>
                <w:rFonts w:cstheme="minorHAnsi"/>
                <w:sz w:val="2"/>
                <w:szCs w:val="2"/>
              </w:rPr>
            </w:pPr>
          </w:p>
        </w:tc>
      </w:tr>
      <w:tr w:rsidR="00761D32" w:rsidRPr="00E675A8" w14:paraId="35771833" w14:textId="77777777"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4BB1B9FE" w14:textId="77777777"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14:paraId="7C3918BD" w14:textId="77777777" w:rsidR="00761D32" w:rsidRPr="00F34FD0" w:rsidRDefault="00761D32" w:rsidP="00C06033">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56192" behindDoc="0" locked="0" layoutInCell="1" allowOverlap="1" wp14:anchorId="23C00BBE" wp14:editId="0D8A493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14:paraId="15D9C4CF" w14:textId="4A06BD91"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5C154A">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C00BBE" id="Group 23" o:spid="_x0000_s1026" style="position:absolute;margin-left:.7pt;margin-top:1.3pt;width:589.95pt;height:8.55pt;z-index:251656192;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14:paraId="15D9C4CF" w14:textId="4A06BD91"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5C154A">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D20EFF" w:rsidRPr="00E675A8" w14:paraId="5E639BBE" w14:textId="77777777"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34E83B03" w14:textId="77777777" w:rsidR="00D20EFF" w:rsidRPr="00B37C53" w:rsidRDefault="00D20EFF" w:rsidP="00D20EFF">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14:paraId="64BC974E" w14:textId="77777777" w:rsidR="00D20EFF" w:rsidRPr="00C06033" w:rsidRDefault="00D20EFF" w:rsidP="00D20EFF">
            <w:pPr>
              <w:spacing w:after="120"/>
              <w:rPr>
                <w:sz w:val="20"/>
              </w:rPr>
            </w:pPr>
            <w:r w:rsidRPr="00C06033">
              <w:rPr>
                <w:sz w:val="20"/>
              </w:rPr>
              <w:t>Describe the effect of a resultant force on objects of different mass.</w:t>
            </w:r>
          </w:p>
          <w:p w14:paraId="6B7A47E6" w14:textId="6D096EB1" w:rsidR="00D20EFF" w:rsidRPr="00E675A8" w:rsidRDefault="00054A43" w:rsidP="00D20EFF">
            <w:pPr>
              <w:rPr>
                <w:rFonts w:cstheme="minorHAnsi"/>
                <w:sz w:val="20"/>
                <w:szCs w:val="20"/>
              </w:rPr>
            </w:pPr>
            <w:r>
              <w:rPr>
                <w:noProof/>
                <w:sz w:val="20"/>
                <w:lang w:eastAsia="en-GB"/>
              </w:rPr>
              <mc:AlternateContent>
                <mc:Choice Requires="wps">
                  <w:drawing>
                    <wp:inline distT="0" distB="0" distL="0" distR="0" wp14:anchorId="1DE86906" wp14:editId="0D26A363">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77CF76B1" w14:textId="77777777" w:rsidR="00054A43" w:rsidRPr="00620AFF" w:rsidRDefault="00054A43" w:rsidP="00054A43">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E86906"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14:paraId="77CF76B1" w14:textId="77777777" w:rsidR="00054A43" w:rsidRPr="00620AFF" w:rsidRDefault="00054A43" w:rsidP="00054A43">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4D252802" w14:textId="6269FAC3" w:rsidR="00D20EFF" w:rsidRPr="00E675A8" w:rsidRDefault="00D20EFF" w:rsidP="00D20EFF">
            <w:pPr>
              <w:spacing w:after="120"/>
              <w:rPr>
                <w:rFonts w:cstheme="minorHAnsi"/>
                <w:sz w:val="20"/>
                <w:szCs w:val="20"/>
              </w:rPr>
            </w:pPr>
            <w:r w:rsidRPr="00C06033">
              <w:rPr>
                <w:rFonts w:cstheme="minorHAnsi"/>
                <w:sz w:val="20"/>
                <w:szCs w:val="20"/>
              </w:rPr>
              <w:t>Describe the relationship between the resultant force on an object and its acceleration.</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4DB6E586" w14:textId="77777777" w:rsidR="00D20EFF" w:rsidRDefault="00D20EFF" w:rsidP="00D20EFF">
            <w:pPr>
              <w:rPr>
                <w:rFonts w:cstheme="minorHAnsi"/>
                <w:sz w:val="20"/>
                <w:szCs w:val="20"/>
              </w:rPr>
            </w:pPr>
            <w:r>
              <w:rPr>
                <w:rFonts w:cstheme="minorHAnsi"/>
                <w:sz w:val="20"/>
                <w:szCs w:val="20"/>
              </w:rPr>
              <w:t>Explain the equation</w:t>
            </w:r>
          </w:p>
          <w:p w14:paraId="257CAC78" w14:textId="006974E4" w:rsidR="00D20EFF" w:rsidRPr="00C06033" w:rsidRDefault="00D20EFF" w:rsidP="00D20EFF">
            <w:pPr>
              <w:spacing w:after="120"/>
              <w:rPr>
                <w:rFonts w:cstheme="minorHAnsi"/>
                <w:sz w:val="20"/>
                <w:szCs w:val="20"/>
              </w:rPr>
            </w:pPr>
            <w:r>
              <w:rPr>
                <w:rFonts w:cstheme="minorHAnsi"/>
                <w:sz w:val="20"/>
                <w:szCs w:val="20"/>
              </w:rPr>
              <w:t>F = m x a</w:t>
            </w:r>
            <w:r w:rsidRPr="00C06033">
              <w:rPr>
                <w:rFonts w:cstheme="minorHAnsi"/>
                <w:sz w:val="20"/>
                <w:szCs w:val="20"/>
              </w:rPr>
              <w:t xml:space="preserve"> and use it to make calculations.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3AF145F8" w14:textId="243E1571" w:rsidR="00D20EFF" w:rsidRPr="00E675A8" w:rsidRDefault="00D20EFF" w:rsidP="00D20EFF">
            <w:pPr>
              <w:spacing w:after="120"/>
              <w:rPr>
                <w:rFonts w:cstheme="minorHAnsi"/>
                <w:sz w:val="20"/>
                <w:szCs w:val="20"/>
              </w:rPr>
            </w:pPr>
            <w:r w:rsidRPr="009F6448">
              <w:rPr>
                <w:rFonts w:cstheme="minorHAnsi"/>
                <w:sz w:val="20"/>
                <w:szCs w:val="20"/>
              </w:rPr>
              <w:t>Use the equation F = m x a</w:t>
            </w:r>
            <w:r>
              <w:rPr>
                <w:rFonts w:cstheme="minorHAnsi"/>
                <w:sz w:val="20"/>
                <w:szCs w:val="20"/>
              </w:rPr>
              <w:t xml:space="preserve"> </w:t>
            </w:r>
            <w:r w:rsidRPr="009F6448">
              <w:rPr>
                <w:rFonts w:cstheme="minorHAnsi"/>
                <w:sz w:val="20"/>
                <w:szCs w:val="20"/>
              </w:rPr>
              <w:t>to determine</w:t>
            </w:r>
            <w:r>
              <w:rPr>
                <w:rFonts w:cstheme="minorHAnsi"/>
                <w:sz w:val="20"/>
                <w:szCs w:val="20"/>
              </w:rPr>
              <w:t xml:space="preserve"> and explain</w:t>
            </w:r>
            <w:r w:rsidRPr="009F6448">
              <w:rPr>
                <w:rFonts w:cstheme="minorHAnsi"/>
                <w:sz w:val="20"/>
                <w:szCs w:val="20"/>
              </w:rPr>
              <w:t xml:space="preserve"> the motion of falling objects.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14:paraId="5C998F8C" w14:textId="77777777" w:rsidR="00D20EFF" w:rsidRDefault="00A11C8A" w:rsidP="00D20EFF">
            <w:pPr>
              <w:pStyle w:val="NoSpacing"/>
              <w:spacing w:after="120"/>
              <w:rPr>
                <w:rFonts w:asciiTheme="minorHAnsi" w:hAnsiTheme="minorHAnsi" w:cstheme="minorHAnsi"/>
                <w:sz w:val="20"/>
                <w:szCs w:val="20"/>
              </w:rPr>
            </w:pPr>
            <w:r>
              <w:rPr>
                <w:rFonts w:asciiTheme="minorHAnsi" w:hAnsiTheme="minorHAnsi" w:cstheme="minorHAnsi"/>
                <w:sz w:val="20"/>
                <w:szCs w:val="20"/>
              </w:rPr>
              <w:t xml:space="preserve">Apply an understanding of F = m x a </w:t>
            </w:r>
            <w:r w:rsidR="00054A43">
              <w:rPr>
                <w:rFonts w:asciiTheme="minorHAnsi" w:hAnsiTheme="minorHAnsi" w:cstheme="minorHAnsi"/>
                <w:sz w:val="20"/>
                <w:szCs w:val="20"/>
              </w:rPr>
              <w:t>for a changing mass</w:t>
            </w:r>
            <w:r w:rsidR="000246FC">
              <w:rPr>
                <w:rFonts w:asciiTheme="minorHAnsi" w:hAnsiTheme="minorHAnsi" w:cstheme="minorHAnsi"/>
                <w:sz w:val="20"/>
                <w:szCs w:val="20"/>
              </w:rPr>
              <w:t>.</w:t>
            </w:r>
          </w:p>
          <w:p w14:paraId="4B2826C1" w14:textId="3F58D7D9" w:rsidR="00054A43" w:rsidRPr="000A4D1F" w:rsidRDefault="00054A43" w:rsidP="00D20EFF">
            <w:pPr>
              <w:pStyle w:val="NoSpacing"/>
              <w:spacing w:after="120"/>
              <w:rPr>
                <w:rFonts w:asciiTheme="minorHAnsi" w:hAnsiTheme="minorHAnsi" w:cstheme="minorHAnsi"/>
                <w:sz w:val="20"/>
                <w:szCs w:val="20"/>
              </w:rPr>
            </w:pPr>
            <w:r>
              <w:rPr>
                <w:noProof/>
                <w:sz w:val="20"/>
                <w:lang w:eastAsia="en-GB"/>
              </w:rPr>
              <mc:AlternateContent>
                <mc:Choice Requires="wps">
                  <w:drawing>
                    <wp:inline distT="0" distB="0" distL="0" distR="0" wp14:anchorId="4E5D704E" wp14:editId="1E56C47D">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0A24C2FB" w14:textId="218FD29E" w:rsidR="00054A43" w:rsidRPr="00620AFF" w:rsidRDefault="00054A43" w:rsidP="00054A43">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5D704E"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14:paraId="0A24C2FB" w14:textId="218FD29E" w:rsidR="00054A43" w:rsidRPr="00620AFF" w:rsidRDefault="00054A43" w:rsidP="00054A43">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D20EFF" w:rsidRPr="00E675A8" w14:paraId="5F21DC6C" w14:textId="77777777" w:rsidTr="00BF56E8">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2E5ABBDD" w14:textId="77777777" w:rsidR="00D20EFF" w:rsidRPr="00B37C53" w:rsidRDefault="00D20EFF" w:rsidP="00D20EFF">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69E5E014" w14:textId="77777777" w:rsidR="00D20EFF" w:rsidRPr="00E675A8" w:rsidRDefault="00D20EFF" w:rsidP="00D20EF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2D25474" w14:textId="77777777" w:rsidR="00D20EFF" w:rsidRPr="00E675A8" w:rsidRDefault="00D20EFF" w:rsidP="00D20EF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9FEC347" w14:textId="77777777" w:rsidR="00D20EFF" w:rsidRPr="00E675A8" w:rsidRDefault="00D20EFF" w:rsidP="00D20EF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D964C2A" w14:textId="77777777" w:rsidR="00D20EFF" w:rsidRPr="00E675A8" w:rsidRDefault="00D20EFF" w:rsidP="00D20EFF">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19F4CB24" w14:textId="163FEBA2" w:rsidR="00D20EFF" w:rsidRPr="00E675A8" w:rsidRDefault="00D20EFF" w:rsidP="00D20EFF">
            <w:pPr>
              <w:jc w:val="center"/>
              <w:rPr>
                <w:rFonts w:cstheme="minorHAnsi"/>
                <w:sz w:val="20"/>
                <w:szCs w:val="20"/>
              </w:rPr>
            </w:pPr>
          </w:p>
        </w:tc>
      </w:tr>
      <w:tr w:rsidR="00A11C8A" w:rsidRPr="00E675A8" w14:paraId="2D36960F" w14:textId="77777777" w:rsidTr="004351BC">
        <w:trPr>
          <w:trHeight w:hRule="exact" w:val="680"/>
        </w:trPr>
        <w:tc>
          <w:tcPr>
            <w:tcW w:w="1545" w:type="dxa"/>
            <w:vMerge w:val="restart"/>
            <w:tcBorders>
              <w:top w:val="single" w:sz="8" w:space="0" w:color="5F497A" w:themeColor="accent4" w:themeShade="BF"/>
              <w:left w:val="single" w:sz="8" w:space="0" w:color="5F497A" w:themeColor="accent4" w:themeShade="BF"/>
              <w:right w:val="single" w:sz="4" w:space="0" w:color="auto"/>
            </w:tcBorders>
            <w:shd w:val="clear" w:color="auto" w:fill="5F497A" w:themeFill="accent4" w:themeFillShade="BF"/>
          </w:tcPr>
          <w:p w14:paraId="31120BDA" w14:textId="77777777" w:rsidR="00A11C8A" w:rsidRPr="003C7537" w:rsidRDefault="00A11C8A" w:rsidP="00D20EFF">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4" w:space="0" w:color="auto"/>
              <w:right w:val="single" w:sz="8" w:space="0" w:color="5F497A" w:themeColor="accent4" w:themeShade="BF"/>
            </w:tcBorders>
            <w:shd w:val="clear" w:color="auto" w:fill="auto"/>
            <w:vAlign w:val="center"/>
          </w:tcPr>
          <w:p w14:paraId="0922B230" w14:textId="058F3CB4" w:rsidR="00A11C8A" w:rsidRPr="00546E7C" w:rsidRDefault="00A11C8A" w:rsidP="00D20EFF">
            <w:pPr>
              <w:jc w:val="center"/>
              <w:rPr>
                <w:rFonts w:cstheme="minorHAnsi"/>
                <w:sz w:val="20"/>
                <w:szCs w:val="20"/>
              </w:rPr>
            </w:pPr>
            <w:r w:rsidRPr="00546E7C">
              <w:rPr>
                <w:rFonts w:cstheme="minorHAnsi"/>
                <w:sz w:val="20"/>
                <w:szCs w:val="20"/>
              </w:rPr>
              <w:t>Loaded lorry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0F852C6A" w14:textId="17AE3E6C" w:rsidR="00A11C8A" w:rsidRPr="00056707" w:rsidRDefault="00A11C8A" w:rsidP="00D20EFF">
            <w:pPr>
              <w:jc w:val="center"/>
              <w:rPr>
                <w:rFonts w:cstheme="minorHAnsi"/>
                <w:color w:val="984806" w:themeColor="accent6" w:themeShade="80"/>
                <w:sz w:val="20"/>
                <w:szCs w:val="20"/>
              </w:rPr>
            </w:pPr>
            <w:r w:rsidRPr="00B44515">
              <w:rPr>
                <w:rFonts w:cstheme="minorHAnsi"/>
                <w:sz w:val="20"/>
                <w:szCs w:val="20"/>
              </w:rPr>
              <w:t>Drag race II</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E2FC4B1" w14:textId="6150F2B5" w:rsidR="00A11C8A" w:rsidRPr="007F47F5" w:rsidRDefault="00A11C8A" w:rsidP="00D20EFF">
            <w:pPr>
              <w:jc w:val="center"/>
              <w:rPr>
                <w:rFonts w:cstheme="minorHAnsi"/>
                <w:color w:val="FF0000"/>
                <w:sz w:val="20"/>
                <w:szCs w:val="20"/>
              </w:rPr>
            </w:pPr>
            <w:r w:rsidRPr="00147127">
              <w:rPr>
                <w:rFonts w:cstheme="minorHAnsi"/>
                <w:sz w:val="20"/>
                <w:szCs w:val="20"/>
              </w:rPr>
              <w:t>Spaceships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BBE8305" w14:textId="46997083" w:rsidR="00A11C8A" w:rsidRPr="007F47F5" w:rsidRDefault="00A11C8A" w:rsidP="00A11C8A">
            <w:pPr>
              <w:jc w:val="center"/>
              <w:rPr>
                <w:rFonts w:cstheme="minorHAnsi"/>
                <w:color w:val="FF0000"/>
                <w:sz w:val="20"/>
                <w:szCs w:val="20"/>
              </w:rPr>
            </w:pPr>
            <w:r w:rsidRPr="003444BB">
              <w:rPr>
                <w:rFonts w:cstheme="minorHAnsi"/>
                <w:sz w:val="20"/>
                <w:szCs w:val="20"/>
              </w:rPr>
              <w:t xml:space="preserve">Accelerating ball </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5A4F3F27" w14:textId="6915F0A6" w:rsidR="00A11C8A" w:rsidRPr="007F47F5" w:rsidRDefault="00A11C8A" w:rsidP="00D20EFF">
            <w:pPr>
              <w:jc w:val="center"/>
              <w:rPr>
                <w:rFonts w:cstheme="minorHAnsi"/>
                <w:color w:val="FF0000"/>
                <w:sz w:val="20"/>
                <w:szCs w:val="20"/>
              </w:rPr>
            </w:pPr>
          </w:p>
        </w:tc>
      </w:tr>
      <w:tr w:rsidR="00A11C8A" w:rsidRPr="00E675A8" w14:paraId="59A03CC2" w14:textId="77777777" w:rsidTr="004351BC">
        <w:trPr>
          <w:trHeight w:hRule="exact" w:val="680"/>
        </w:trPr>
        <w:tc>
          <w:tcPr>
            <w:tcW w:w="1545" w:type="dxa"/>
            <w:vMerge/>
            <w:tcBorders>
              <w:left w:val="single" w:sz="8" w:space="0" w:color="5F497A" w:themeColor="accent4" w:themeShade="BF"/>
              <w:right w:val="single" w:sz="4" w:space="0" w:color="auto"/>
            </w:tcBorders>
            <w:shd w:val="clear" w:color="auto" w:fill="5F497A" w:themeFill="accent4" w:themeFillShade="BF"/>
          </w:tcPr>
          <w:p w14:paraId="1DDDEA1D" w14:textId="77777777" w:rsidR="00A11C8A" w:rsidRPr="003C7537" w:rsidRDefault="00A11C8A" w:rsidP="00D20EFF">
            <w:pPr>
              <w:rPr>
                <w:rFonts w:cstheme="minorHAnsi"/>
                <w:b/>
                <w:color w:val="FFFFFF" w:themeColor="background1"/>
                <w:sz w:val="20"/>
                <w:szCs w:val="20"/>
              </w:rPr>
            </w:pPr>
          </w:p>
        </w:tc>
        <w:tc>
          <w:tcPr>
            <w:tcW w:w="2439" w:type="dxa"/>
            <w:vMerge/>
            <w:tcBorders>
              <w:left w:val="single" w:sz="4" w:space="0" w:color="auto"/>
              <w:right w:val="single" w:sz="8" w:space="0" w:color="5F497A" w:themeColor="accent4" w:themeShade="BF"/>
            </w:tcBorders>
            <w:shd w:val="clear" w:color="auto" w:fill="auto"/>
            <w:vAlign w:val="center"/>
          </w:tcPr>
          <w:p w14:paraId="43C0B6D9" w14:textId="5F611890" w:rsidR="00A11C8A" w:rsidRPr="007F47F5" w:rsidRDefault="00A11C8A" w:rsidP="00D20EFF">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533377F3" w14:textId="3137D7E0" w:rsidR="00A11C8A" w:rsidRPr="007F47F5" w:rsidRDefault="00A11C8A" w:rsidP="00D20EFF">
            <w:pPr>
              <w:jc w:val="center"/>
              <w:rPr>
                <w:rFonts w:cstheme="minorHAnsi"/>
                <w:color w:val="FF0000"/>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14:paraId="788D8C4D" w14:textId="52D60E1B" w:rsidR="00A11C8A" w:rsidRPr="00DD5778" w:rsidRDefault="00A11C8A" w:rsidP="00D20EFF">
            <w:pPr>
              <w:jc w:val="center"/>
              <w:rPr>
                <w:rFonts w:cstheme="minorHAnsi"/>
                <w:sz w:val="20"/>
                <w:szCs w:val="20"/>
              </w:rPr>
            </w:pPr>
            <w:r w:rsidRPr="00DD5778">
              <w:rPr>
                <w:rFonts w:cstheme="minorHAnsi"/>
                <w:sz w:val="20"/>
                <w:szCs w:val="20"/>
              </w:rPr>
              <w:t>Rearranging the equation</w:t>
            </w: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14:paraId="694C5CCF" w14:textId="707C32F2" w:rsidR="00A11C8A" w:rsidRPr="00910A2C" w:rsidRDefault="00A11C8A" w:rsidP="00D20EFF">
            <w:pPr>
              <w:jc w:val="center"/>
              <w:rPr>
                <w:rFonts w:cstheme="minorHAnsi"/>
                <w:color w:val="984806" w:themeColor="accent6" w:themeShade="80"/>
                <w:sz w:val="20"/>
                <w:szCs w:val="20"/>
              </w:rPr>
            </w:pPr>
            <w:r w:rsidRPr="00ED123C">
              <w:rPr>
                <w:rFonts w:cstheme="minorHAnsi"/>
                <w:sz w:val="20"/>
                <w:szCs w:val="20"/>
              </w:rPr>
              <w:t>Stopping in mid-air</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656B1F64" w14:textId="09BE0905" w:rsidR="00A11C8A" w:rsidRPr="007F47F5" w:rsidRDefault="00A11C8A" w:rsidP="00D20EFF">
            <w:pPr>
              <w:jc w:val="center"/>
              <w:rPr>
                <w:rFonts w:cstheme="minorHAnsi"/>
                <w:color w:val="FF0000"/>
                <w:sz w:val="20"/>
                <w:szCs w:val="20"/>
              </w:rPr>
            </w:pPr>
          </w:p>
        </w:tc>
      </w:tr>
      <w:tr w:rsidR="00D20EFF" w:rsidRPr="00E675A8" w14:paraId="16A8079A" w14:textId="77777777" w:rsidTr="00BF56E8">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619AA8A0" w14:textId="77777777" w:rsidR="00D20EFF" w:rsidRPr="00B37C53" w:rsidRDefault="00D20EFF" w:rsidP="00D20EFF">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543F00C" w14:textId="77777777" w:rsidR="00D20EFF" w:rsidRPr="007F47F5" w:rsidRDefault="00D20EFF" w:rsidP="00D20EFF">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1A5CC1BF" w14:textId="77777777" w:rsidR="00D20EFF" w:rsidRPr="007F47F5" w:rsidRDefault="00D20EFF" w:rsidP="00D20EFF">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73817781" w14:textId="77777777" w:rsidR="00D20EFF" w:rsidRPr="007F47F5" w:rsidRDefault="00D20EFF" w:rsidP="00D20EFF">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8D275C4" w14:textId="77777777" w:rsidR="00D20EFF" w:rsidRPr="007F47F5" w:rsidRDefault="00D20EFF" w:rsidP="00D20EFF">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4CFCBB3E" w14:textId="77777777" w:rsidR="00D20EFF" w:rsidRPr="007F47F5" w:rsidRDefault="00D20EFF" w:rsidP="00D20EFF">
            <w:pPr>
              <w:jc w:val="center"/>
              <w:rPr>
                <w:rFonts w:cstheme="minorHAnsi"/>
                <w:color w:val="FF0000"/>
                <w:sz w:val="20"/>
                <w:szCs w:val="20"/>
              </w:rPr>
            </w:pPr>
          </w:p>
        </w:tc>
      </w:tr>
      <w:tr w:rsidR="00D20EFF" w:rsidRPr="00E675A8" w14:paraId="0D2AB7CE" w14:textId="77777777" w:rsidTr="004351BC">
        <w:trPr>
          <w:trHeight w:hRule="exac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14:paraId="47385CC3" w14:textId="77777777" w:rsidR="00D20EFF" w:rsidRDefault="00D20EFF" w:rsidP="00D20EFF">
            <w:pPr>
              <w:rPr>
                <w:rFonts w:cstheme="minorHAnsi"/>
                <w:b/>
                <w:color w:val="FFFFFF" w:themeColor="background1"/>
                <w:sz w:val="20"/>
                <w:szCs w:val="20"/>
              </w:rPr>
            </w:pPr>
            <w:r>
              <w:rPr>
                <w:rFonts w:cstheme="minorHAnsi"/>
                <w:b/>
                <w:color w:val="FFFFFF" w:themeColor="background1"/>
                <w:sz w:val="20"/>
                <w:szCs w:val="20"/>
              </w:rPr>
              <w:t xml:space="preserve">Response </w:t>
            </w:r>
          </w:p>
          <w:p w14:paraId="584B790F" w14:textId="77777777" w:rsidR="00D20EFF" w:rsidRPr="003C7537" w:rsidRDefault="00D20EFF" w:rsidP="00D20EFF">
            <w:pPr>
              <w:rPr>
                <w:rFonts w:cstheme="minorHAnsi"/>
                <w:b/>
                <w:color w:val="FFFFFF" w:themeColor="background1"/>
                <w:sz w:val="20"/>
                <w:szCs w:val="20"/>
              </w:rPr>
            </w:pPr>
            <w:r>
              <w:rPr>
                <w:rFonts w:cstheme="minorHAnsi"/>
                <w:b/>
                <w:color w:val="FFFFFF" w:themeColor="background1"/>
                <w:sz w:val="20"/>
                <w:szCs w:val="20"/>
              </w:rPr>
              <w:t>activities</w:t>
            </w: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00D273B2" w14:textId="4AF14E54" w:rsidR="00D20EFF" w:rsidRPr="007F47F5" w:rsidRDefault="00D20EFF" w:rsidP="00D20EFF">
            <w:pPr>
              <w:jc w:val="center"/>
              <w:rPr>
                <w:rFonts w:cstheme="minorHAnsi"/>
                <w:color w:val="FF0000"/>
                <w:sz w:val="20"/>
                <w:szCs w:val="20"/>
              </w:rPr>
            </w:pPr>
            <w:r w:rsidRPr="003D3380">
              <w:rPr>
                <w:rFonts w:cstheme="minorHAnsi"/>
                <w:sz w:val="20"/>
                <w:szCs w:val="20"/>
              </w:rPr>
              <w:t>Trolley pull</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4AD25CB" w14:textId="466CD9FA" w:rsidR="00D20EFF" w:rsidRPr="007F47F5" w:rsidRDefault="00D20EFF" w:rsidP="00D20EFF">
            <w:pPr>
              <w:jc w:val="center"/>
              <w:rPr>
                <w:rFonts w:cstheme="minorHAnsi"/>
                <w:color w:val="FF0000"/>
                <w:sz w:val="20"/>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18FA415" w14:textId="7228039F" w:rsidR="00D20EFF" w:rsidRPr="00D21B4D" w:rsidRDefault="00D20EFF" w:rsidP="00D20EFF">
            <w:pPr>
              <w:jc w:val="center"/>
              <w:rPr>
                <w:rFonts w:cstheme="minorHAnsi"/>
                <w:color w:val="984806" w:themeColor="accent6" w:themeShade="80"/>
                <w:sz w:val="20"/>
                <w:szCs w:val="20"/>
              </w:rPr>
            </w:pPr>
            <w:r w:rsidRPr="0051764A">
              <w:rPr>
                <w:rFonts w:cstheme="minorHAnsi"/>
                <w:color w:val="000000" w:themeColor="text1"/>
                <w:sz w:val="20"/>
                <w:szCs w:val="20"/>
              </w:rPr>
              <w:t>Free-fall</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1E96759D" w14:textId="1C6E189E" w:rsidR="00D20EFF" w:rsidRPr="00D21B4D" w:rsidRDefault="00DB393C" w:rsidP="00D20EFF">
            <w:pPr>
              <w:jc w:val="center"/>
              <w:rPr>
                <w:rFonts w:cstheme="minorHAnsi"/>
                <w:color w:val="984806" w:themeColor="accent6" w:themeShade="80"/>
                <w:sz w:val="20"/>
                <w:szCs w:val="20"/>
              </w:rPr>
            </w:pPr>
            <w:r w:rsidRPr="00EF201E">
              <w:rPr>
                <w:rFonts w:cstheme="minorHAnsi"/>
                <w:color w:val="000000" w:themeColor="text1"/>
                <w:sz w:val="20"/>
                <w:szCs w:val="20"/>
              </w:rPr>
              <w:t>Rocketing up!</w:t>
            </w:r>
          </w:p>
        </w:tc>
      </w:tr>
      <w:tr w:rsidR="00D20EFF" w:rsidRPr="00E675A8" w14:paraId="0E495712" w14:textId="77777777" w:rsidTr="004351BC">
        <w:trPr>
          <w:trHeight w:hRule="exact" w:val="68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14:paraId="1EB7E035" w14:textId="77777777" w:rsidR="00D20EFF" w:rsidRDefault="00D20EFF" w:rsidP="00D20EFF">
            <w:pPr>
              <w:rPr>
                <w:rFonts w:cstheme="minorHAnsi"/>
                <w:b/>
                <w:color w:val="FFFFFF" w:themeColor="background1"/>
                <w:sz w:val="20"/>
                <w:szCs w:val="20"/>
              </w:rPr>
            </w:pPr>
          </w:p>
        </w:tc>
        <w:tc>
          <w:tcPr>
            <w:tcW w:w="4878" w:type="dxa"/>
            <w:gridSpan w:val="2"/>
            <w:tcBorders>
              <w:left w:val="single" w:sz="8" w:space="0" w:color="5F497A" w:themeColor="accent4" w:themeShade="BF"/>
              <w:right w:val="single" w:sz="8" w:space="0" w:color="5F497A" w:themeColor="accent4" w:themeShade="BF"/>
            </w:tcBorders>
            <w:shd w:val="clear" w:color="auto" w:fill="auto"/>
            <w:vAlign w:val="center"/>
          </w:tcPr>
          <w:p w14:paraId="00662F9E" w14:textId="4661A6FD" w:rsidR="00D20EFF" w:rsidRPr="007F47F5" w:rsidRDefault="00D20EFF" w:rsidP="00D20EFF">
            <w:pPr>
              <w:jc w:val="center"/>
              <w:rPr>
                <w:rFonts w:cstheme="minorHAnsi"/>
                <w:color w:val="FF0000"/>
                <w:sz w:val="20"/>
                <w:szCs w:val="20"/>
              </w:rPr>
            </w:pPr>
            <w:r w:rsidRPr="003F2726">
              <w:rPr>
                <w:rFonts w:cstheme="minorHAnsi"/>
                <w:sz w:val="20"/>
                <w:szCs w:val="20"/>
              </w:rPr>
              <w:t>Dropping forces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6B3D8016" w14:textId="77777777" w:rsidR="00D20EFF" w:rsidRPr="007F47F5" w:rsidRDefault="00D20EFF" w:rsidP="00D20EFF">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3167B4F8" w14:textId="77777777" w:rsidR="00D20EFF" w:rsidRPr="007F47F5" w:rsidRDefault="00D20EFF" w:rsidP="00D20EFF">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72966263" w14:textId="51814058" w:rsidR="00D20EFF" w:rsidRPr="007F47F5" w:rsidRDefault="00D20EFF" w:rsidP="00D20EFF">
            <w:pPr>
              <w:jc w:val="center"/>
              <w:rPr>
                <w:rFonts w:cstheme="minorHAnsi"/>
                <w:color w:val="FF0000"/>
                <w:sz w:val="20"/>
                <w:szCs w:val="20"/>
              </w:rPr>
            </w:pPr>
          </w:p>
        </w:tc>
      </w:tr>
    </w:tbl>
    <w:p w14:paraId="5EAC90AB" w14:textId="77777777"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14:paraId="5E1C03EE" w14:textId="77777777" w:rsidTr="00D95582">
        <w:tc>
          <w:tcPr>
            <w:tcW w:w="10362" w:type="dxa"/>
            <w:gridSpan w:val="4"/>
          </w:tcPr>
          <w:p w14:paraId="1D36E5D6" w14:textId="77777777" w:rsidR="00761D32" w:rsidRDefault="00761D32" w:rsidP="009B5270">
            <w:pPr>
              <w:spacing w:after="120"/>
              <w:rPr>
                <w:sz w:val="20"/>
              </w:rPr>
            </w:pPr>
            <w:r>
              <w:rPr>
                <w:sz w:val="20"/>
              </w:rPr>
              <w:t>Key:</w:t>
            </w:r>
          </w:p>
        </w:tc>
      </w:tr>
      <w:tr w:rsidR="00761D32" w14:paraId="593CBAAC" w14:textId="77777777" w:rsidTr="00D95582">
        <w:tc>
          <w:tcPr>
            <w:tcW w:w="438" w:type="dxa"/>
            <w:vAlign w:val="center"/>
          </w:tcPr>
          <w:p w14:paraId="73CF9C59" w14:textId="77777777" w:rsidR="00761D32" w:rsidRDefault="00761D32" w:rsidP="009B5270">
            <w:pPr>
              <w:jc w:val="center"/>
              <w:rPr>
                <w:sz w:val="20"/>
              </w:rPr>
            </w:pPr>
            <w:r>
              <w:rPr>
                <w:noProof/>
                <w:sz w:val="20"/>
                <w:lang w:eastAsia="en-GB"/>
              </w:rPr>
              <mc:AlternateContent>
                <mc:Choice Requires="wps">
                  <w:drawing>
                    <wp:inline distT="0" distB="0" distL="0" distR="0" wp14:anchorId="73497987" wp14:editId="01BCB9BE">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432907D4"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497987"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14:paraId="432907D4"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14:paraId="7EADE8D5" w14:textId="77777777" w:rsidR="00761D32" w:rsidRDefault="00761D32" w:rsidP="009B5270">
            <w:pPr>
              <w:rPr>
                <w:sz w:val="20"/>
              </w:rPr>
            </w:pPr>
            <w:r>
              <w:rPr>
                <w:sz w:val="20"/>
              </w:rPr>
              <w:t>Prior understanding from earlier stages of learning</w:t>
            </w:r>
          </w:p>
        </w:tc>
        <w:tc>
          <w:tcPr>
            <w:tcW w:w="438" w:type="dxa"/>
            <w:vAlign w:val="center"/>
          </w:tcPr>
          <w:p w14:paraId="70CA1FCC" w14:textId="77777777" w:rsidR="00761D32" w:rsidRDefault="00761D32" w:rsidP="009B5270">
            <w:pPr>
              <w:jc w:val="center"/>
              <w:rPr>
                <w:sz w:val="20"/>
              </w:rPr>
            </w:pPr>
            <w:r>
              <w:rPr>
                <w:noProof/>
                <w:sz w:val="20"/>
                <w:lang w:eastAsia="en-GB"/>
              </w:rPr>
              <mc:AlternateContent>
                <mc:Choice Requires="wps">
                  <w:drawing>
                    <wp:inline distT="0" distB="0" distL="0" distR="0" wp14:anchorId="6CF009A7" wp14:editId="402E68B1">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58D0E160"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F009A7"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14:paraId="58D0E160"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14:paraId="1532CF05" w14:textId="59328A57" w:rsidR="00D95582" w:rsidRDefault="00761D32" w:rsidP="009B5270">
            <w:pPr>
              <w:rPr>
                <w:sz w:val="20"/>
              </w:rPr>
            </w:pPr>
            <w:r>
              <w:rPr>
                <w:sz w:val="20"/>
              </w:rPr>
              <w:t>Bridge to later stages of learning</w:t>
            </w:r>
          </w:p>
        </w:tc>
      </w:tr>
    </w:tbl>
    <w:p w14:paraId="529775B7" w14:textId="77777777" w:rsidR="00D95582" w:rsidRDefault="00D95582">
      <w:r>
        <w:br w:type="page"/>
      </w:r>
    </w:p>
    <w:tbl>
      <w:tblPr>
        <w:tblStyle w:val="TableGrid"/>
        <w:tblW w:w="14071" w:type="dxa"/>
        <w:tblInd w:w="-118" w:type="dxa"/>
        <w:tblLook w:val="04A0" w:firstRow="1" w:lastRow="0" w:firstColumn="1" w:lastColumn="0" w:noHBand="0" w:noVBand="1"/>
      </w:tblPr>
      <w:tblGrid>
        <w:gridCol w:w="113"/>
        <w:gridCol w:w="438"/>
        <w:gridCol w:w="2233"/>
        <w:gridCol w:w="2784"/>
        <w:gridCol w:w="73"/>
        <w:gridCol w:w="564"/>
        <w:gridCol w:w="2293"/>
        <w:gridCol w:w="2107"/>
        <w:gridCol w:w="680"/>
        <w:gridCol w:w="2786"/>
      </w:tblGrid>
      <w:tr w:rsidR="003275C2" w:rsidRPr="00A93616" w14:paraId="19A62873" w14:textId="77777777" w:rsidTr="00BC6C0D">
        <w:trPr>
          <w:trHeight w:hRule="exact" w:val="340"/>
        </w:trPr>
        <w:tc>
          <w:tcPr>
            <w:tcW w:w="2784" w:type="dxa"/>
            <w:gridSpan w:val="3"/>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2AAA963D" w14:textId="69654BBA" w:rsidR="00793235" w:rsidRPr="00A93616" w:rsidRDefault="00E1409D" w:rsidP="009A68B9">
            <w:pPr>
              <w:jc w:val="center"/>
              <w:rPr>
                <w:rFonts w:cstheme="minorHAnsi"/>
                <w:b/>
              </w:rPr>
            </w:pPr>
            <w:r>
              <w:rPr>
                <w:rFonts w:cstheme="minorHAnsi"/>
                <w:b/>
              </w:rPr>
              <w:lastRenderedPageBreak/>
              <w:t>Loaded lorry</w:t>
            </w:r>
          </w:p>
        </w:tc>
        <w:tc>
          <w:tcPr>
            <w:tcW w:w="2784"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6D52697D" w14:textId="69DD16DF" w:rsidR="00793235" w:rsidRPr="00A93616" w:rsidRDefault="00996508" w:rsidP="009A68B9">
            <w:pPr>
              <w:jc w:val="center"/>
              <w:rPr>
                <w:rFonts w:cstheme="minorHAnsi"/>
                <w:b/>
              </w:rPr>
            </w:pPr>
            <w:r>
              <w:rPr>
                <w:rFonts w:cstheme="minorHAnsi"/>
                <w:b/>
              </w:rPr>
              <w:t>Drag race II</w:t>
            </w:r>
          </w:p>
        </w:tc>
        <w:tc>
          <w:tcPr>
            <w:tcW w:w="2930" w:type="dxa"/>
            <w:gridSpan w:val="3"/>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0DA5DD9E" w14:textId="5FF310E1" w:rsidR="00793235" w:rsidRPr="00A93616" w:rsidRDefault="00996508" w:rsidP="009A68B9">
            <w:pPr>
              <w:jc w:val="center"/>
              <w:rPr>
                <w:rFonts w:cstheme="minorHAnsi"/>
                <w:b/>
              </w:rPr>
            </w:pPr>
            <w:r>
              <w:rPr>
                <w:rFonts w:cstheme="minorHAnsi"/>
                <w:b/>
              </w:rPr>
              <w:t>Spaceships</w:t>
            </w:r>
          </w:p>
        </w:tc>
        <w:tc>
          <w:tcPr>
            <w:tcW w:w="2787" w:type="dxa"/>
            <w:gridSpan w:val="2"/>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2F33BDF5" w14:textId="5D086295" w:rsidR="00793235" w:rsidRPr="00A93616" w:rsidRDefault="00996508" w:rsidP="009A68B9">
            <w:pPr>
              <w:jc w:val="center"/>
              <w:rPr>
                <w:rFonts w:cstheme="minorHAnsi"/>
                <w:b/>
              </w:rPr>
            </w:pPr>
            <w:r>
              <w:rPr>
                <w:rFonts w:cstheme="minorHAnsi"/>
                <w:b/>
              </w:rPr>
              <w:t>Rearranging equations</w:t>
            </w:r>
          </w:p>
        </w:tc>
        <w:tc>
          <w:tcPr>
            <w:tcW w:w="2786"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6F0B2563" w14:textId="0110628C" w:rsidR="00793235" w:rsidRPr="00A93616" w:rsidRDefault="00996508" w:rsidP="009A68B9">
            <w:pPr>
              <w:jc w:val="center"/>
              <w:rPr>
                <w:rFonts w:cstheme="minorHAnsi"/>
                <w:b/>
              </w:rPr>
            </w:pPr>
            <w:r>
              <w:rPr>
                <w:rFonts w:cstheme="minorHAnsi"/>
                <w:b/>
              </w:rPr>
              <w:t>Accelerating ball</w:t>
            </w:r>
          </w:p>
        </w:tc>
      </w:tr>
      <w:tr w:rsidR="003275C2" w14:paraId="2D646F06" w14:textId="77777777" w:rsidTr="00BC6C0D">
        <w:trPr>
          <w:trHeight w:hRule="exact" w:val="3515"/>
        </w:trPr>
        <w:tc>
          <w:tcPr>
            <w:tcW w:w="2784" w:type="dxa"/>
            <w:gridSpan w:val="3"/>
            <w:tcBorders>
              <w:top w:val="nil"/>
              <w:left w:val="single" w:sz="4" w:space="0" w:color="5F497A" w:themeColor="accent4" w:themeShade="BF"/>
              <w:bottom w:val="nil"/>
              <w:right w:val="single" w:sz="4" w:space="0" w:color="5F497A" w:themeColor="accent4" w:themeShade="BF"/>
            </w:tcBorders>
            <w:vAlign w:val="center"/>
          </w:tcPr>
          <w:p w14:paraId="166A8365" w14:textId="738C90DB" w:rsidR="009C65BC" w:rsidRPr="00996508" w:rsidRDefault="00FD0F3D" w:rsidP="00FD0F3D">
            <w:pPr>
              <w:jc w:val="center"/>
              <w:rPr>
                <w:sz w:val="24"/>
              </w:rPr>
            </w:pPr>
            <w:r>
              <w:rPr>
                <w:noProof/>
                <w:sz w:val="24"/>
                <w:lang w:eastAsia="en-GB"/>
              </w:rPr>
              <w:drawing>
                <wp:inline distT="0" distB="0" distL="0" distR="0" wp14:anchorId="729E2654" wp14:editId="4F7330C2">
                  <wp:extent cx="1521285" cy="2160000"/>
                  <wp:effectExtent l="19050" t="19050" r="2222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7F8DC3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84" w:type="dxa"/>
            <w:tcBorders>
              <w:top w:val="nil"/>
              <w:left w:val="single" w:sz="4" w:space="0" w:color="5F497A" w:themeColor="accent4" w:themeShade="BF"/>
              <w:bottom w:val="nil"/>
              <w:right w:val="single" w:sz="4" w:space="0" w:color="5F497A" w:themeColor="accent4" w:themeShade="BF"/>
            </w:tcBorders>
            <w:vAlign w:val="center"/>
          </w:tcPr>
          <w:p w14:paraId="0F3F7556" w14:textId="3662303F" w:rsidR="009C65BC" w:rsidRPr="00996508" w:rsidRDefault="004C7090" w:rsidP="00FD0F3D">
            <w:pPr>
              <w:jc w:val="center"/>
              <w:rPr>
                <w:sz w:val="24"/>
              </w:rPr>
            </w:pPr>
            <w:r>
              <w:rPr>
                <w:noProof/>
                <w:sz w:val="24"/>
                <w:lang w:eastAsia="en-GB"/>
              </w:rPr>
              <w:drawing>
                <wp:inline distT="0" distB="0" distL="0" distR="0" wp14:anchorId="6FE1B853" wp14:editId="112266E2">
                  <wp:extent cx="1527507" cy="2160000"/>
                  <wp:effectExtent l="19050" t="19050" r="1587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7F83F02.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930" w:type="dxa"/>
            <w:gridSpan w:val="3"/>
            <w:tcBorders>
              <w:top w:val="nil"/>
              <w:left w:val="single" w:sz="4" w:space="0" w:color="5F497A" w:themeColor="accent4" w:themeShade="BF"/>
              <w:bottom w:val="nil"/>
              <w:right w:val="single" w:sz="4" w:space="0" w:color="5F497A" w:themeColor="accent4" w:themeShade="BF"/>
            </w:tcBorders>
            <w:vAlign w:val="center"/>
          </w:tcPr>
          <w:p w14:paraId="10852E33" w14:textId="05669F26" w:rsidR="00793235" w:rsidRPr="00996508" w:rsidRDefault="00A35DE7" w:rsidP="00FD0F3D">
            <w:pPr>
              <w:jc w:val="center"/>
              <w:rPr>
                <w:b/>
                <w:sz w:val="24"/>
              </w:rPr>
            </w:pPr>
            <w:r>
              <w:rPr>
                <w:b/>
                <w:noProof/>
                <w:sz w:val="24"/>
                <w:lang w:eastAsia="en-GB"/>
              </w:rPr>
              <mc:AlternateContent>
                <mc:Choice Requires="wpg">
                  <w:drawing>
                    <wp:inline distT="0" distB="0" distL="0" distR="0" wp14:anchorId="4CF41E9D" wp14:editId="6FD1AEDC">
                      <wp:extent cx="1595278" cy="2181278"/>
                      <wp:effectExtent l="19050" t="19050" r="24130" b="28575"/>
                      <wp:docPr id="17" name="Group 17"/>
                      <wp:cNvGraphicFramePr/>
                      <a:graphic xmlns:a="http://schemas.openxmlformats.org/drawingml/2006/main">
                        <a:graphicData uri="http://schemas.microsoft.com/office/word/2010/wordprocessingGroup">
                          <wpg:wgp>
                            <wpg:cNvGrpSpPr/>
                            <wpg:grpSpPr>
                              <a:xfrm>
                                <a:off x="0" y="0"/>
                                <a:ext cx="1595278" cy="2181278"/>
                                <a:chOff x="0" y="0"/>
                                <a:chExt cx="1595278" cy="2181278"/>
                              </a:xfrm>
                            </wpg:grpSpPr>
                            <pic:pic xmlns:pic="http://schemas.openxmlformats.org/drawingml/2006/picture">
                              <pic:nvPicPr>
                                <pic:cNvPr id="8" name="Picture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4928" y="21643"/>
                                  <a:ext cx="1530350" cy="2159635"/>
                                </a:xfrm>
                                <a:prstGeom prst="rect">
                                  <a:avLst/>
                                </a:prstGeom>
                                <a:ln w="6350">
                                  <a:solidFill>
                                    <a:schemeClr val="accent4">
                                      <a:lumMod val="50000"/>
                                    </a:schemeClr>
                                  </a:solidFill>
                                </a:ln>
                              </pic:spPr>
                            </pic:pic>
                            <pic:pic xmlns:pic="http://schemas.openxmlformats.org/drawingml/2006/picture">
                              <pic:nvPicPr>
                                <pic:cNvPr id="15" name="Picture 1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2464" y="10822"/>
                                  <a:ext cx="1530350" cy="2159635"/>
                                </a:xfrm>
                                <a:prstGeom prst="rect">
                                  <a:avLst/>
                                </a:prstGeom>
                                <a:ln w="6350">
                                  <a:solidFill>
                                    <a:schemeClr val="accent4">
                                      <a:lumMod val="50000"/>
                                    </a:schemeClr>
                                  </a:solidFill>
                                </a:ln>
                              </pic:spPr>
                            </pic:pic>
                            <pic:pic xmlns:pic="http://schemas.openxmlformats.org/drawingml/2006/picture">
                              <pic:nvPicPr>
                                <pic:cNvPr id="16" name="Picture 1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0350"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02C8EA" id="Group 17" o:spid="_x0000_s1026" style="width:125.6pt;height:171.75pt;mso-position-horizontal-relative:char;mso-position-vertical-relative:line" coordsize="15952,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649;top:216;width:15303;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" stroked="t" strokecolor="#3f3151 [1607]" strokeweight=".5pt">
                        <v:imagedata r:id="rId11" o:title=""/>
                        <v:path arrowok="t"/>
                      </v:shape>
                      <v:shape id="Picture 15" o:spid="_x0000_s1028" type="#_x0000_t75" style="position:absolute;left:324;top:108;width:15304;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" stroked="t" strokecolor="#3f3151 [1607]" strokeweight=".5pt">
                        <v:imagedata r:id="rId11" o:title=""/>
                        <v:path arrowok="t"/>
                      </v:shape>
                      <v:shape id="Picture 16" o:spid="_x0000_s1029" type="#_x0000_t75" style="position:absolute;width:15303;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" stroked="t" strokecolor="#3f3151 [1607]" strokeweight=".5pt">
                        <v:imagedata r:id="rId11" o:title=""/>
                        <v:path arrowok="t"/>
                      </v:shape>
                      <w10:anchorlock/>
                    </v:group>
                  </w:pict>
                </mc:Fallback>
              </mc:AlternateContent>
            </w:r>
          </w:p>
        </w:tc>
        <w:tc>
          <w:tcPr>
            <w:tcW w:w="2787" w:type="dxa"/>
            <w:gridSpan w:val="2"/>
            <w:tcBorders>
              <w:top w:val="nil"/>
              <w:left w:val="single" w:sz="4" w:space="0" w:color="5F497A" w:themeColor="accent4" w:themeShade="BF"/>
              <w:bottom w:val="nil"/>
              <w:right w:val="single" w:sz="4" w:space="0" w:color="5F497A" w:themeColor="accent4" w:themeShade="BF"/>
            </w:tcBorders>
            <w:vAlign w:val="center"/>
          </w:tcPr>
          <w:p w14:paraId="604A18B7" w14:textId="06B23F3D" w:rsidR="00793235" w:rsidRPr="00996508" w:rsidRDefault="00667FF0" w:rsidP="00FD0F3D">
            <w:pPr>
              <w:jc w:val="center"/>
              <w:rPr>
                <w:b/>
                <w:sz w:val="24"/>
              </w:rPr>
            </w:pPr>
            <w:r>
              <w:rPr>
                <w:b/>
                <w:noProof/>
                <w:sz w:val="24"/>
                <w:lang w:eastAsia="en-GB"/>
              </w:rPr>
              <w:drawing>
                <wp:inline distT="0" distB="0" distL="0" distR="0" wp14:anchorId="7F30C69F" wp14:editId="5A2E280E">
                  <wp:extent cx="1520089" cy="2160000"/>
                  <wp:effectExtent l="19050" t="19050" r="2349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7888C17.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86" w:type="dxa"/>
            <w:tcBorders>
              <w:top w:val="nil"/>
              <w:left w:val="single" w:sz="4" w:space="0" w:color="5F497A" w:themeColor="accent4" w:themeShade="BF"/>
              <w:bottom w:val="nil"/>
              <w:right w:val="single" w:sz="4" w:space="0" w:color="5F497A" w:themeColor="accent4" w:themeShade="BF"/>
            </w:tcBorders>
            <w:vAlign w:val="center"/>
          </w:tcPr>
          <w:p w14:paraId="15A31B8B" w14:textId="655DC389" w:rsidR="00A447EC" w:rsidRPr="00996508" w:rsidRDefault="003444BB" w:rsidP="00FD0F3D">
            <w:pPr>
              <w:jc w:val="center"/>
              <w:rPr>
                <w:b/>
                <w:sz w:val="24"/>
              </w:rPr>
            </w:pPr>
            <w:r>
              <w:rPr>
                <w:b/>
                <w:noProof/>
                <w:sz w:val="24"/>
                <w:lang w:eastAsia="en-GB"/>
              </w:rPr>
              <w:drawing>
                <wp:inline distT="0" distB="0" distL="0" distR="0" wp14:anchorId="59234FD6" wp14:editId="37C37DEC">
                  <wp:extent cx="1523918" cy="2160000"/>
                  <wp:effectExtent l="19050" t="19050" r="1968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4431ED.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r>
      <w:tr w:rsidR="009B68A9" w14:paraId="30E4465C" w14:textId="77777777" w:rsidTr="00BC6C0D">
        <w:trPr>
          <w:trHeight w:hRule="exact" w:val="454"/>
        </w:trPr>
        <w:tc>
          <w:tcPr>
            <w:tcW w:w="2784" w:type="dxa"/>
            <w:gridSpan w:val="3"/>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0104169F" w14:textId="08FBAF14" w:rsidR="00793235" w:rsidRPr="00EA6AA1" w:rsidRDefault="00401632" w:rsidP="009A68B9">
            <w:pPr>
              <w:spacing w:after="120" w:line="276" w:lineRule="auto"/>
              <w:jc w:val="center"/>
            </w:pPr>
            <w:r>
              <w:t>Simple</w:t>
            </w:r>
            <w:r w:rsidRPr="00535269">
              <w:t xml:space="preserve"> multiple</w:t>
            </w:r>
            <w:r>
              <w:t xml:space="preserve"> choice</w:t>
            </w:r>
          </w:p>
        </w:tc>
        <w:tc>
          <w:tcPr>
            <w:tcW w:w="2784"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14E47249" w14:textId="4254D800" w:rsidR="00793235" w:rsidRPr="00EA6AA1" w:rsidRDefault="00996508" w:rsidP="009A68B9">
            <w:pPr>
              <w:spacing w:after="120" w:line="276" w:lineRule="auto"/>
              <w:jc w:val="center"/>
            </w:pPr>
            <w:r>
              <w:t>Confidence grid</w:t>
            </w:r>
          </w:p>
        </w:tc>
        <w:tc>
          <w:tcPr>
            <w:tcW w:w="2930" w:type="dxa"/>
            <w:gridSpan w:val="3"/>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1B01078E" w14:textId="5173F00A" w:rsidR="00793235" w:rsidRPr="00EA6AA1" w:rsidRDefault="007A2BF7" w:rsidP="009A68B9">
            <w:pPr>
              <w:spacing w:after="120" w:line="276" w:lineRule="auto"/>
              <w:jc w:val="center"/>
            </w:pPr>
            <w:r>
              <w:t>Simple</w:t>
            </w:r>
            <w:r w:rsidRPr="00535269">
              <w:t xml:space="preserve"> multiple</w:t>
            </w:r>
            <w:r>
              <w:t xml:space="preserve"> choice</w:t>
            </w:r>
          </w:p>
        </w:tc>
        <w:tc>
          <w:tcPr>
            <w:tcW w:w="2787" w:type="dxa"/>
            <w:gridSpan w:val="2"/>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118B97EF" w14:textId="5FF2E1E6" w:rsidR="00793235" w:rsidRPr="00EA6AA1" w:rsidRDefault="007A2BF7" w:rsidP="009A68B9">
            <w:pPr>
              <w:spacing w:after="120" w:line="276" w:lineRule="auto"/>
              <w:jc w:val="center"/>
            </w:pPr>
            <w:r>
              <w:t>Simple</w:t>
            </w:r>
            <w:r w:rsidRPr="00535269">
              <w:t xml:space="preserve"> multiple</w:t>
            </w:r>
            <w:r>
              <w:t xml:space="preserve"> choice</w:t>
            </w:r>
          </w:p>
        </w:tc>
        <w:tc>
          <w:tcPr>
            <w:tcW w:w="2786"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335076A4" w14:textId="43D41DB2" w:rsidR="00793235" w:rsidRPr="00EA6AA1" w:rsidRDefault="00996508" w:rsidP="009A68B9">
            <w:pPr>
              <w:spacing w:after="120" w:line="276" w:lineRule="auto"/>
              <w:jc w:val="center"/>
            </w:pPr>
            <w:r>
              <w:t>Linking ideas</w:t>
            </w:r>
          </w:p>
        </w:tc>
      </w:tr>
      <w:tr w:rsidR="00CC1F47" w:rsidRPr="00D2452D" w14:paraId="2C5D832B" w14:textId="77777777" w:rsidTr="00BC6C0D">
        <w:trPr>
          <w:trHeight w:hRule="exact" w:val="340"/>
        </w:trPr>
        <w:tc>
          <w:tcPr>
            <w:tcW w:w="2784" w:type="dxa"/>
            <w:gridSpan w:val="3"/>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406C1246" w14:textId="6F8788B3" w:rsidR="00793235" w:rsidRPr="00AC1978" w:rsidRDefault="00996508" w:rsidP="009A68B9">
            <w:pPr>
              <w:spacing w:line="276" w:lineRule="auto"/>
              <w:jc w:val="center"/>
              <w:rPr>
                <w:b/>
              </w:rPr>
            </w:pPr>
            <w:r>
              <w:rPr>
                <w:b/>
              </w:rPr>
              <w:t>Stopping in mid-air</w:t>
            </w:r>
          </w:p>
        </w:tc>
        <w:tc>
          <w:tcPr>
            <w:tcW w:w="2784"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0D05D745" w14:textId="67B5BDA1" w:rsidR="00793235" w:rsidRPr="00AC1978" w:rsidRDefault="00996508" w:rsidP="009A68B9">
            <w:pPr>
              <w:jc w:val="center"/>
              <w:rPr>
                <w:rFonts w:cstheme="minorHAnsi"/>
                <w:b/>
              </w:rPr>
            </w:pPr>
            <w:r>
              <w:rPr>
                <w:rFonts w:cstheme="minorHAnsi"/>
                <w:b/>
              </w:rPr>
              <w:t>Trolley pull</w:t>
            </w:r>
          </w:p>
        </w:tc>
        <w:tc>
          <w:tcPr>
            <w:tcW w:w="2930" w:type="dxa"/>
            <w:gridSpan w:val="3"/>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342026F8" w14:textId="4C2AF452" w:rsidR="00793235" w:rsidRPr="00D2452D" w:rsidRDefault="00996508" w:rsidP="009A68B9">
            <w:pPr>
              <w:jc w:val="center"/>
              <w:rPr>
                <w:rFonts w:cstheme="minorHAnsi"/>
                <w:b/>
              </w:rPr>
            </w:pPr>
            <w:r>
              <w:rPr>
                <w:rFonts w:cstheme="minorHAnsi"/>
                <w:b/>
              </w:rPr>
              <w:t>Dropping forces</w:t>
            </w:r>
          </w:p>
        </w:tc>
        <w:tc>
          <w:tcPr>
            <w:tcW w:w="2787" w:type="dxa"/>
            <w:gridSpan w:val="2"/>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5083B4B6" w14:textId="74539FF4" w:rsidR="00793235" w:rsidRPr="00D2452D" w:rsidRDefault="00996508" w:rsidP="009A68B9">
            <w:pPr>
              <w:jc w:val="center"/>
              <w:rPr>
                <w:rFonts w:cstheme="minorHAnsi"/>
                <w:b/>
              </w:rPr>
            </w:pPr>
            <w:r>
              <w:rPr>
                <w:rFonts w:cstheme="minorHAnsi"/>
                <w:b/>
              </w:rPr>
              <w:t>Free-fall</w:t>
            </w:r>
          </w:p>
        </w:tc>
        <w:tc>
          <w:tcPr>
            <w:tcW w:w="2786"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67B881EE" w14:textId="0B122FBE" w:rsidR="00793235" w:rsidRPr="00D2452D" w:rsidRDefault="00996508" w:rsidP="009A68B9">
            <w:pPr>
              <w:jc w:val="center"/>
              <w:rPr>
                <w:rFonts w:cstheme="minorHAnsi"/>
                <w:b/>
              </w:rPr>
            </w:pPr>
            <w:r>
              <w:rPr>
                <w:rFonts w:cstheme="minorHAnsi"/>
                <w:b/>
              </w:rPr>
              <w:t>Rocketing up</w:t>
            </w:r>
          </w:p>
        </w:tc>
      </w:tr>
      <w:tr w:rsidR="003275C2" w14:paraId="19A45E95" w14:textId="77777777" w:rsidTr="00BC6C0D">
        <w:trPr>
          <w:trHeight w:hRule="exact" w:val="3515"/>
        </w:trPr>
        <w:tc>
          <w:tcPr>
            <w:tcW w:w="2784" w:type="dxa"/>
            <w:gridSpan w:val="3"/>
            <w:tcBorders>
              <w:top w:val="nil"/>
              <w:left w:val="single" w:sz="4" w:space="0" w:color="5F497A" w:themeColor="accent4" w:themeShade="BF"/>
              <w:bottom w:val="nil"/>
              <w:right w:val="single" w:sz="4" w:space="0" w:color="5F497A" w:themeColor="accent4" w:themeShade="BF"/>
            </w:tcBorders>
            <w:vAlign w:val="center"/>
          </w:tcPr>
          <w:p w14:paraId="1A7DDE31" w14:textId="50FE2AAB" w:rsidR="00793235" w:rsidRPr="00996508" w:rsidRDefault="00ED123C" w:rsidP="003D3380">
            <w:pPr>
              <w:jc w:val="center"/>
            </w:pPr>
            <w:r>
              <w:rPr>
                <w:noProof/>
                <w:lang w:eastAsia="en-GB"/>
              </w:rPr>
              <w:drawing>
                <wp:inline distT="0" distB="0" distL="0" distR="0" wp14:anchorId="41B7B55E" wp14:editId="61C2A298">
                  <wp:extent cx="1522003" cy="2160000"/>
                  <wp:effectExtent l="19050" t="19050" r="2159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44E4A3.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84" w:type="dxa"/>
            <w:tcBorders>
              <w:top w:val="nil"/>
              <w:left w:val="single" w:sz="4" w:space="0" w:color="5F497A" w:themeColor="accent4" w:themeShade="BF"/>
              <w:bottom w:val="nil"/>
              <w:right w:val="single" w:sz="4" w:space="0" w:color="5F497A" w:themeColor="accent4" w:themeShade="BF"/>
            </w:tcBorders>
            <w:shd w:val="clear" w:color="auto" w:fill="auto"/>
            <w:vAlign w:val="center"/>
          </w:tcPr>
          <w:p w14:paraId="69C1C1E9" w14:textId="596A319C" w:rsidR="006F3F58" w:rsidRPr="00996508" w:rsidRDefault="00A90CE8" w:rsidP="003D3380">
            <w:pPr>
              <w:jc w:val="center"/>
            </w:pPr>
            <w:r>
              <w:rPr>
                <w:noProof/>
                <w:lang w:eastAsia="en-GB"/>
              </w:rPr>
              <w:drawing>
                <wp:inline distT="0" distB="0" distL="0" distR="0" wp14:anchorId="59FE0FFA" wp14:editId="02E49596">
                  <wp:extent cx="1521285" cy="2160000"/>
                  <wp:effectExtent l="19050" t="19050" r="222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88B6EB.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930" w:type="dxa"/>
            <w:gridSpan w:val="3"/>
            <w:tcBorders>
              <w:top w:val="nil"/>
              <w:left w:val="single" w:sz="4" w:space="0" w:color="5F497A" w:themeColor="accent4" w:themeShade="BF"/>
              <w:bottom w:val="nil"/>
              <w:right w:val="single" w:sz="4" w:space="0" w:color="5F497A" w:themeColor="accent4" w:themeShade="BF"/>
            </w:tcBorders>
            <w:shd w:val="clear" w:color="auto" w:fill="auto"/>
            <w:vAlign w:val="center"/>
          </w:tcPr>
          <w:p w14:paraId="4938E5C1" w14:textId="2EAA3E18" w:rsidR="00793235" w:rsidRPr="00996508" w:rsidRDefault="003F2726" w:rsidP="003D3380">
            <w:pPr>
              <w:jc w:val="center"/>
            </w:pPr>
            <w:r>
              <w:rPr>
                <w:noProof/>
                <w:lang w:eastAsia="en-GB"/>
              </w:rPr>
              <w:drawing>
                <wp:inline distT="0" distB="0" distL="0" distR="0" wp14:anchorId="541CDACF" wp14:editId="164B5258">
                  <wp:extent cx="1524875" cy="2160000"/>
                  <wp:effectExtent l="19050" t="19050" r="1841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7881EC8.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87" w:type="dxa"/>
            <w:gridSpan w:val="2"/>
            <w:tcBorders>
              <w:top w:val="nil"/>
              <w:left w:val="single" w:sz="4" w:space="0" w:color="5F497A" w:themeColor="accent4" w:themeShade="BF"/>
              <w:bottom w:val="nil"/>
              <w:right w:val="single" w:sz="4" w:space="0" w:color="5F497A" w:themeColor="accent4" w:themeShade="BF"/>
            </w:tcBorders>
            <w:shd w:val="clear" w:color="auto" w:fill="auto"/>
            <w:vAlign w:val="center"/>
          </w:tcPr>
          <w:p w14:paraId="26D2FC59" w14:textId="472C5292" w:rsidR="00793235" w:rsidRPr="00996508" w:rsidRDefault="0051764A" w:rsidP="003D3380">
            <w:pPr>
              <w:jc w:val="center"/>
            </w:pPr>
            <w:r>
              <w:rPr>
                <w:noProof/>
                <w:lang w:eastAsia="en-GB"/>
              </w:rPr>
              <mc:AlternateContent>
                <mc:Choice Requires="wpg">
                  <w:drawing>
                    <wp:inline distT="0" distB="0" distL="0" distR="0" wp14:anchorId="10CE4BD0" wp14:editId="62A2ABF2">
                      <wp:extent cx="1555115" cy="2176145"/>
                      <wp:effectExtent l="19050" t="19050" r="26035" b="14605"/>
                      <wp:docPr id="22" name="Group 22"/>
                      <wp:cNvGraphicFramePr/>
                      <a:graphic xmlns:a="http://schemas.openxmlformats.org/drawingml/2006/main">
                        <a:graphicData uri="http://schemas.microsoft.com/office/word/2010/wordprocessingGroup">
                          <wpg:wgp>
                            <wpg:cNvGrpSpPr/>
                            <wpg:grpSpPr>
                              <a:xfrm>
                                <a:off x="0" y="0"/>
                                <a:ext cx="1555115" cy="2176145"/>
                                <a:chOff x="17952" y="5"/>
                                <a:chExt cx="1557847" cy="2177562"/>
                              </a:xfrm>
                            </wpg:grpSpPr>
                            <pic:pic xmlns:pic="http://schemas.openxmlformats.org/drawingml/2006/picture">
                              <pic:nvPicPr>
                                <pic:cNvPr id="20" name="Picture 20"/>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44814" y="17932"/>
                                  <a:ext cx="1530985" cy="2159635"/>
                                </a:xfrm>
                                <a:prstGeom prst="rect">
                                  <a:avLst/>
                                </a:prstGeom>
                                <a:ln w="6350">
                                  <a:solidFill>
                                    <a:schemeClr val="accent4">
                                      <a:lumMod val="50000"/>
                                    </a:schemeClr>
                                  </a:solidFill>
                                </a:ln>
                              </pic:spPr>
                            </pic:pic>
                            <pic:pic xmlns:pic="http://schemas.openxmlformats.org/drawingml/2006/picture">
                              <pic:nvPicPr>
                                <pic:cNvPr id="21" name="Picture 2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17952" y="5"/>
                                  <a:ext cx="1530985"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9ECA9C" id="Group 22" o:spid="_x0000_s1026" style="width:122.45pt;height:171.35pt;mso-position-horizontal-relative:char;mso-position-vertical-relative:line" coordorigin="179" coordsize="15578,21775"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">
                      <v:shape id="Picture 20" o:spid="_x0000_s1027" type="#_x0000_t75" style="position:absolute;left:448;top:179;width:15309;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" stroked="t" strokecolor="#3f3151 [1607]" strokeweight=".5pt">
                        <v:imagedata r:id="rId18" o:title=""/>
                        <v:path arrowok="t"/>
                      </v:shape>
                      <v:shape id="Picture 21" o:spid="_x0000_s1028" type="#_x0000_t75" style="position:absolute;left:179;width:15310;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" stroked="t" strokecolor="#3f3151 [1607]" strokeweight=".5pt">
                        <v:imagedata r:id="rId18" o:title=""/>
                        <v:path arrowok="t"/>
                      </v:shape>
                      <w10:anchorlock/>
                    </v:group>
                  </w:pict>
                </mc:Fallback>
              </mc:AlternateContent>
            </w:r>
          </w:p>
        </w:tc>
        <w:tc>
          <w:tcPr>
            <w:tcW w:w="2786" w:type="dxa"/>
            <w:tcBorders>
              <w:top w:val="nil"/>
              <w:left w:val="single" w:sz="4" w:space="0" w:color="5F497A" w:themeColor="accent4" w:themeShade="BF"/>
              <w:bottom w:val="nil"/>
              <w:right w:val="single" w:sz="4" w:space="0" w:color="5F497A" w:themeColor="accent4" w:themeShade="BF"/>
            </w:tcBorders>
            <w:shd w:val="clear" w:color="auto" w:fill="auto"/>
            <w:vAlign w:val="center"/>
          </w:tcPr>
          <w:p w14:paraId="0727B701" w14:textId="455E63DD" w:rsidR="00793235" w:rsidRPr="00996508" w:rsidRDefault="00EF201E" w:rsidP="003D3380">
            <w:pPr>
              <w:jc w:val="center"/>
            </w:pPr>
            <w:r>
              <w:rPr>
                <w:noProof/>
                <w:lang w:eastAsia="en-GB"/>
              </w:rPr>
              <mc:AlternateContent>
                <mc:Choice Requires="wpg">
                  <w:drawing>
                    <wp:inline distT="0" distB="0" distL="0" distR="0" wp14:anchorId="5129E2D6" wp14:editId="2642E680">
                      <wp:extent cx="1547719" cy="2195493"/>
                      <wp:effectExtent l="19050" t="19050" r="14605" b="14605"/>
                      <wp:docPr id="33" name="Group 33"/>
                      <wp:cNvGraphicFramePr/>
                      <a:graphic xmlns:a="http://schemas.openxmlformats.org/drawingml/2006/main">
                        <a:graphicData uri="http://schemas.microsoft.com/office/word/2010/wordprocessingGroup">
                          <wpg:wgp>
                            <wpg:cNvGrpSpPr/>
                            <wpg:grpSpPr>
                              <a:xfrm>
                                <a:off x="0" y="0"/>
                                <a:ext cx="1547719" cy="2195493"/>
                                <a:chOff x="0" y="0"/>
                                <a:chExt cx="1547719" cy="2195493"/>
                              </a:xfrm>
                            </wpg:grpSpPr>
                            <pic:pic xmlns:pic="http://schemas.openxmlformats.org/drawingml/2006/picture">
                              <pic:nvPicPr>
                                <pic:cNvPr id="30" name="Picture 30"/>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26894" y="35858"/>
                                  <a:ext cx="1520825" cy="2159635"/>
                                </a:xfrm>
                                <a:prstGeom prst="rect">
                                  <a:avLst/>
                                </a:prstGeom>
                                <a:ln w="6350">
                                  <a:solidFill>
                                    <a:schemeClr val="accent4">
                                      <a:lumMod val="50000"/>
                                    </a:schemeClr>
                                  </a:solidFill>
                                </a:ln>
                              </pic:spPr>
                            </pic:pic>
                            <pic:pic xmlns:pic="http://schemas.openxmlformats.org/drawingml/2006/picture">
                              <pic:nvPicPr>
                                <pic:cNvPr id="32" name="Picture 32"/>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0825"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A55C7B" id="Group 33" o:spid="_x0000_s1026" style="width:121.85pt;height:172.85pt;mso-position-horizontal-relative:char;mso-position-vertical-relative:line" coordsize="15477,2195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">
                      <v:shape id="Picture 30" o:spid="_x0000_s1027" type="#_x0000_t75" style="position:absolute;left:268;top:358;width:15209;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" stroked="t" strokecolor="#3f3151 [1607]" strokeweight=".5pt">
                        <v:imagedata r:id="rId20" o:title=""/>
                        <v:path arrowok="t"/>
                      </v:shape>
                      <v:shape id="Picture 32" o:spid="_x0000_s1028" type="#_x0000_t75" style="position:absolute;width:15208;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" stroked="t" strokecolor="#3f3151 [1607]" strokeweight=".5pt">
                        <v:imagedata r:id="rId20" o:title=""/>
                        <v:path arrowok="t"/>
                      </v:shape>
                      <w10:anchorlock/>
                    </v:group>
                  </w:pict>
                </mc:Fallback>
              </mc:AlternateContent>
            </w:r>
          </w:p>
        </w:tc>
      </w:tr>
      <w:tr w:rsidR="00CC1F47" w14:paraId="1A0A9553" w14:textId="77777777" w:rsidTr="00BC6C0D">
        <w:trPr>
          <w:trHeight w:hRule="exact" w:val="454"/>
        </w:trPr>
        <w:tc>
          <w:tcPr>
            <w:tcW w:w="2784" w:type="dxa"/>
            <w:gridSpan w:val="3"/>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51CD3CF7" w14:textId="37837452" w:rsidR="00793235" w:rsidRPr="00FC1013" w:rsidRDefault="00996508" w:rsidP="009A68B9">
            <w:pPr>
              <w:spacing w:after="120" w:line="276" w:lineRule="auto"/>
              <w:jc w:val="center"/>
            </w:pPr>
            <w:r>
              <w:t>Confidence grid</w:t>
            </w:r>
          </w:p>
        </w:tc>
        <w:tc>
          <w:tcPr>
            <w:tcW w:w="2784"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235BF59E" w14:textId="77777777" w:rsidR="00793235" w:rsidRPr="00996508" w:rsidRDefault="00996508" w:rsidP="00996508">
            <w:pPr>
              <w:jc w:val="center"/>
              <w:rPr>
                <w:sz w:val="18"/>
                <w:szCs w:val="18"/>
              </w:rPr>
            </w:pPr>
            <w:r w:rsidRPr="00996508">
              <w:rPr>
                <w:sz w:val="18"/>
              </w:rPr>
              <w:t xml:space="preserve">Predict, </w:t>
            </w:r>
            <w:r w:rsidRPr="00996508">
              <w:rPr>
                <w:sz w:val="18"/>
                <w:szCs w:val="18"/>
              </w:rPr>
              <w:t>explain; observe, explain</w:t>
            </w:r>
          </w:p>
          <w:p w14:paraId="49A8AA78" w14:textId="21AAA4BC" w:rsidR="00996508" w:rsidRPr="00FC1013" w:rsidRDefault="00996508" w:rsidP="00996508">
            <w:pPr>
              <w:jc w:val="center"/>
            </w:pPr>
            <w:r w:rsidRPr="00996508">
              <w:rPr>
                <w:sz w:val="18"/>
                <w:szCs w:val="18"/>
              </w:rPr>
              <w:t>(PEOE)</w:t>
            </w:r>
          </w:p>
        </w:tc>
        <w:tc>
          <w:tcPr>
            <w:tcW w:w="2930" w:type="dxa"/>
            <w:gridSpan w:val="3"/>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66A09628" w14:textId="5241DC14" w:rsidR="00793235" w:rsidRPr="00FC1013" w:rsidRDefault="00996508" w:rsidP="009A68B9">
            <w:pPr>
              <w:spacing w:after="120" w:line="276" w:lineRule="auto"/>
              <w:jc w:val="center"/>
            </w:pPr>
            <w:r>
              <w:t>Explanation story</w:t>
            </w:r>
          </w:p>
        </w:tc>
        <w:tc>
          <w:tcPr>
            <w:tcW w:w="2787" w:type="dxa"/>
            <w:gridSpan w:val="2"/>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39AD7132" w14:textId="14C8338A" w:rsidR="00793235" w:rsidRPr="00FC1013" w:rsidRDefault="00996508" w:rsidP="009A68B9">
            <w:pPr>
              <w:spacing w:after="120" w:line="276" w:lineRule="auto"/>
              <w:jc w:val="center"/>
            </w:pPr>
            <w:r>
              <w:t>Talking heads</w:t>
            </w:r>
          </w:p>
        </w:tc>
        <w:tc>
          <w:tcPr>
            <w:tcW w:w="2786"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4DDC5DE2" w14:textId="1DAE3D7F" w:rsidR="00793235" w:rsidRPr="00FC1013" w:rsidRDefault="00996508" w:rsidP="009A68B9">
            <w:pPr>
              <w:spacing w:after="120" w:line="276" w:lineRule="auto"/>
              <w:jc w:val="center"/>
            </w:pPr>
            <w:r>
              <w:t>Talking heads</w:t>
            </w:r>
          </w:p>
        </w:tc>
      </w:tr>
      <w:tr w:rsidR="00CC1F47" w14:paraId="1BC5B905" w14:textId="77777777" w:rsidTr="00BC6C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PrEx>
        <w:trPr>
          <w:gridBefore w:val="1"/>
          <w:gridAfter w:val="2"/>
          <w:wBefore w:w="113" w:type="dxa"/>
          <w:wAfter w:w="3466" w:type="dxa"/>
        </w:trPr>
        <w:tc>
          <w:tcPr>
            <w:tcW w:w="438" w:type="dxa"/>
            <w:vAlign w:val="center"/>
          </w:tcPr>
          <w:p w14:paraId="6876A971" w14:textId="77777777" w:rsidR="0034384B" w:rsidRDefault="0034384B" w:rsidP="00E67345">
            <w:pPr>
              <w:jc w:val="center"/>
              <w:rPr>
                <w:noProof/>
                <w:sz w:val="20"/>
                <w:lang w:eastAsia="en-GB"/>
              </w:rPr>
            </w:pPr>
          </w:p>
        </w:tc>
        <w:tc>
          <w:tcPr>
            <w:tcW w:w="5090" w:type="dxa"/>
            <w:gridSpan w:val="3"/>
            <w:vAlign w:val="center"/>
          </w:tcPr>
          <w:p w14:paraId="2B4F4292" w14:textId="77777777" w:rsidR="0034384B" w:rsidRDefault="0034384B" w:rsidP="00E67345">
            <w:pPr>
              <w:rPr>
                <w:sz w:val="20"/>
              </w:rPr>
            </w:pPr>
          </w:p>
        </w:tc>
        <w:tc>
          <w:tcPr>
            <w:tcW w:w="564" w:type="dxa"/>
            <w:vAlign w:val="center"/>
          </w:tcPr>
          <w:p w14:paraId="1AB9B1CF" w14:textId="77777777" w:rsidR="0034384B" w:rsidRDefault="0034384B" w:rsidP="00E67345">
            <w:pPr>
              <w:jc w:val="center"/>
              <w:rPr>
                <w:noProof/>
                <w:sz w:val="20"/>
                <w:lang w:eastAsia="en-GB"/>
              </w:rPr>
            </w:pPr>
          </w:p>
        </w:tc>
        <w:tc>
          <w:tcPr>
            <w:tcW w:w="4400" w:type="dxa"/>
            <w:gridSpan w:val="2"/>
            <w:vAlign w:val="center"/>
          </w:tcPr>
          <w:p w14:paraId="60E712B6" w14:textId="77777777" w:rsidR="0034384B" w:rsidRDefault="0034384B" w:rsidP="00E67345">
            <w:pPr>
              <w:rPr>
                <w:sz w:val="20"/>
              </w:rPr>
            </w:pPr>
          </w:p>
        </w:tc>
      </w:tr>
    </w:tbl>
    <w:p w14:paraId="1CE5395C" w14:textId="77777777"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14:paraId="20D63F76" w14:textId="6FAAC50A" w:rsidR="00FB1FF6" w:rsidRDefault="005465DC" w:rsidP="00954230">
      <w:pPr>
        <w:spacing w:after="180"/>
      </w:pPr>
      <w:r w:rsidRPr="005465DC">
        <w:t>Inertia is the tendency of objects to maintain their current motion (or lack of motion)</w:t>
      </w:r>
      <w:r>
        <w:t>; inertia is proportional to</w:t>
      </w:r>
      <w:r w:rsidRPr="005465DC">
        <w:t xml:space="preserve"> mass.</w:t>
      </w:r>
      <w:r>
        <w:t xml:space="preserve"> </w:t>
      </w:r>
      <w:r w:rsidR="00226A6D">
        <w:t>When the resultant force on an object is non-zero, the object will accelerate.</w:t>
      </w:r>
      <w:r w:rsidR="005C154A">
        <w:t xml:space="preserve"> </w:t>
      </w:r>
      <w:r w:rsidR="00226A6D">
        <w:t>The acceleration is proportional to the resultant force and in the same direction. The resultant force on the object, and its mass and acceleration are related through the equation:</w:t>
      </w:r>
    </w:p>
    <w:p w14:paraId="304D87FF" w14:textId="55F40405" w:rsidR="00226A6D" w:rsidRPr="005A66DF" w:rsidRDefault="00AB0DDE" w:rsidP="00AB0DDE">
      <w:pPr>
        <w:spacing w:after="180"/>
        <w:ind w:left="4395"/>
        <w:rPr>
          <w:rFonts w:eastAsiaTheme="minorEastAsia" w:cstheme="minorHAnsi"/>
        </w:rPr>
      </w:pPr>
      <w:r>
        <w:rPr>
          <w:rFonts w:eastAsiaTheme="minorEastAsia"/>
        </w:rPr>
        <w:t xml:space="preserve">Force </w:t>
      </w:r>
      <w:r>
        <w:rPr>
          <w:rFonts w:eastAsiaTheme="minorEastAsia"/>
        </w:rPr>
        <w:tab/>
        <w:t>= mass x acceleration</w:t>
      </w:r>
    </w:p>
    <w:p w14:paraId="6116CAB1" w14:textId="2CFB954D" w:rsidR="00226A6D" w:rsidRPr="00226A6D" w:rsidRDefault="00AB0DDE" w:rsidP="00AB0DDE">
      <w:pPr>
        <w:tabs>
          <w:tab w:val="left" w:pos="4820"/>
        </w:tabs>
        <w:spacing w:after="180"/>
        <w:rPr>
          <w:rFonts w:eastAsiaTheme="minorEastAsia"/>
          <w:b/>
          <w:bCs/>
        </w:rPr>
      </w:pPr>
      <w:r>
        <w:rPr>
          <w:rFonts w:eastAsiaTheme="minorEastAsia"/>
        </w:rPr>
        <w:t>In symbols</w:t>
      </w:r>
      <w:r w:rsidR="00226A6D">
        <w:rPr>
          <w:rFonts w:eastAsiaTheme="minorEastAsia"/>
        </w:rPr>
        <w:t>:</w:t>
      </w:r>
      <w:r>
        <w:rPr>
          <w:rFonts w:eastAsiaTheme="minorEastAsia"/>
        </w:rPr>
        <w:t xml:space="preserve"> </w:t>
      </w:r>
      <w:r>
        <w:rPr>
          <w:rFonts w:eastAsiaTheme="minorEastAsia"/>
        </w:rPr>
        <w:tab/>
      </w:r>
      <w:r>
        <w:rPr>
          <w:rFonts w:eastAsiaTheme="minorEastAsia"/>
          <w:b/>
        </w:rPr>
        <w:t xml:space="preserve">F </w:t>
      </w:r>
      <w:r>
        <w:rPr>
          <w:rFonts w:eastAsiaTheme="minorEastAsia"/>
          <w:b/>
        </w:rPr>
        <w:tab/>
      </w:r>
      <w:r w:rsidRPr="00AB0DDE">
        <w:rPr>
          <w:rFonts w:eastAsiaTheme="minorEastAsia"/>
        </w:rPr>
        <w:t xml:space="preserve">= m x </w:t>
      </w:r>
      <w:r>
        <w:rPr>
          <w:rFonts w:eastAsiaTheme="minorEastAsia"/>
          <w:b/>
        </w:rPr>
        <w:t>a</w:t>
      </w:r>
    </w:p>
    <w:p w14:paraId="785B3C8E" w14:textId="5F983869" w:rsidR="00226A6D" w:rsidRDefault="00226A6D" w:rsidP="00954230">
      <w:pPr>
        <w:spacing w:after="180"/>
        <w:rPr>
          <w:rFonts w:eastAsiaTheme="minorEastAsia"/>
        </w:rPr>
      </w:pPr>
      <w:r w:rsidRPr="00226A6D">
        <w:rPr>
          <w:rFonts w:eastAsiaTheme="minorEastAsia"/>
        </w:rPr>
        <w:t xml:space="preserve">Both force and </w:t>
      </w:r>
      <w:r w:rsidR="00E11035">
        <w:rPr>
          <w:rFonts w:eastAsiaTheme="minorEastAsia"/>
        </w:rPr>
        <w:t>acceleration</w:t>
      </w:r>
      <w:r>
        <w:rPr>
          <w:rFonts w:eastAsiaTheme="minorEastAsia"/>
        </w:rPr>
        <w:t xml:space="preserve"> are vectors and have both a magnitude and a direction.</w:t>
      </w:r>
      <w:r w:rsidR="005465DC">
        <w:rPr>
          <w:rFonts w:eastAsiaTheme="minorEastAsia"/>
        </w:rPr>
        <w:t xml:space="preserve"> This relationship is known as Newton’s second law.</w:t>
      </w:r>
    </w:p>
    <w:p w14:paraId="215AEAD1" w14:textId="03D3D448" w:rsidR="00226A6D" w:rsidRDefault="00226A6D" w:rsidP="00954230">
      <w:pPr>
        <w:spacing w:after="180"/>
        <w:rPr>
          <w:rFonts w:eastAsiaTheme="minorEastAsia"/>
        </w:rPr>
      </w:pPr>
      <w:r>
        <w:rPr>
          <w:rFonts w:eastAsiaTheme="minorEastAsia"/>
        </w:rPr>
        <w:t>The force of gravity on an object is called its weight</w:t>
      </w:r>
      <w:r w:rsidR="009727C7">
        <w:rPr>
          <w:rFonts w:eastAsiaTheme="minorEastAsia"/>
        </w:rPr>
        <w:t xml:space="preserve">. </w:t>
      </w:r>
      <w:r w:rsidR="0022107F">
        <w:rPr>
          <w:rFonts w:eastAsiaTheme="minorEastAsia"/>
        </w:rPr>
        <w:t>A freely falling object in the Earth’s gravitational field accelerates as it falls. Air resistance on the object</w:t>
      </w:r>
      <w:r w:rsidR="005465DC">
        <w:rPr>
          <w:rFonts w:eastAsiaTheme="minorEastAsia"/>
        </w:rPr>
        <w:t xml:space="preserve"> </w:t>
      </w:r>
      <w:r w:rsidR="0022107F">
        <w:rPr>
          <w:rFonts w:eastAsiaTheme="minorEastAsia"/>
        </w:rPr>
        <w:t>increase</w:t>
      </w:r>
      <w:r w:rsidR="005465DC">
        <w:rPr>
          <w:rFonts w:eastAsiaTheme="minorEastAsia"/>
        </w:rPr>
        <w:t>s</w:t>
      </w:r>
      <w:r w:rsidR="0022107F">
        <w:rPr>
          <w:rFonts w:eastAsiaTheme="minorEastAsia"/>
        </w:rPr>
        <w:t xml:space="preserve"> with speed until the resistive force is equal to the gravitational force.</w:t>
      </w:r>
      <w:r w:rsidR="005465DC">
        <w:rPr>
          <w:rFonts w:eastAsiaTheme="minorEastAsia"/>
        </w:rPr>
        <w:t xml:space="preserve"> As air resistance increases, the resultant force on the falling object decreases, and therefore so does the acceleration.</w:t>
      </w:r>
      <w:r w:rsidR="0022107F">
        <w:rPr>
          <w:rFonts w:eastAsiaTheme="minorEastAsia"/>
        </w:rPr>
        <w:t xml:space="preserve"> </w:t>
      </w:r>
      <w:r w:rsidR="005465DC">
        <w:rPr>
          <w:rFonts w:eastAsiaTheme="minorEastAsia"/>
        </w:rPr>
        <w:t>If the speed increases to the point where air resistance is equal in magnitude to force of gravity</w:t>
      </w:r>
      <w:r w:rsidR="0022107F">
        <w:rPr>
          <w:rFonts w:eastAsiaTheme="minorEastAsia"/>
        </w:rPr>
        <w:t>, the object falls with a constant velocity, called the terminal velocity</w:t>
      </w:r>
      <w:r w:rsidR="00A52AC7">
        <w:rPr>
          <w:rFonts w:eastAsiaTheme="minorEastAsia"/>
        </w:rPr>
        <w:t>.</w:t>
      </w:r>
    </w:p>
    <w:p w14:paraId="701A06BA" w14:textId="77777777" w:rsidR="00152FC9" w:rsidRPr="00862126" w:rsidRDefault="00152FC9" w:rsidP="00152FC9">
      <w:pPr>
        <w:spacing w:after="180"/>
        <w:rPr>
          <w:b/>
          <w:color w:val="5F497A"/>
          <w:sz w:val="24"/>
        </w:rPr>
      </w:pPr>
      <w:r w:rsidRPr="00862126">
        <w:rPr>
          <w:b/>
          <w:color w:val="5F497A"/>
          <w:sz w:val="24"/>
        </w:rPr>
        <w:t>Earlier development of understanding (BEST 11-14)</w:t>
      </w:r>
    </w:p>
    <w:p w14:paraId="318107EE" w14:textId="77777777" w:rsidR="00152FC9" w:rsidRDefault="00152FC9" w:rsidP="00152FC9">
      <w:pPr>
        <w:spacing w:after="180"/>
      </w:pPr>
      <w:r>
        <w:t xml:space="preserve">When applying their </w:t>
      </w:r>
      <w:r w:rsidRPr="00AD20A5">
        <w:t xml:space="preserve">understanding to novel situations, students of all ages often revert to earlier misunderstandings. Before moving forward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152FC9" w:rsidRPr="006B43F1" w14:paraId="148FF771" w14:textId="77777777" w:rsidTr="00226CCC">
        <w:tc>
          <w:tcPr>
            <w:tcW w:w="13466" w:type="dxa"/>
          </w:tcPr>
          <w:p w14:paraId="3E1A00C4" w14:textId="77777777" w:rsidR="00152FC9" w:rsidRPr="00BB687C" w:rsidRDefault="00152FC9" w:rsidP="00226CCC">
            <w:pPr>
              <w:spacing w:before="120" w:after="120"/>
              <w:rPr>
                <w:b/>
                <w:color w:val="5F497A" w:themeColor="accent4" w:themeShade="BF"/>
                <w:sz w:val="20"/>
                <w:szCs w:val="20"/>
              </w:rPr>
            </w:pPr>
            <w:r w:rsidRPr="00BB687C">
              <w:rPr>
                <w:b/>
                <w:color w:val="5F497A" w:themeColor="accent4" w:themeShade="BF"/>
                <w:sz w:val="20"/>
                <w:szCs w:val="20"/>
              </w:rPr>
              <w:t xml:space="preserve">Key concept PFM1.1: What forces do </w:t>
            </w:r>
          </w:p>
          <w:p w14:paraId="069C27BD" w14:textId="77777777" w:rsidR="00152FC9" w:rsidRPr="00BB687C" w:rsidRDefault="00152FC9" w:rsidP="00226CCC">
            <w:pPr>
              <w:spacing w:before="120" w:after="120"/>
              <w:rPr>
                <w:sz w:val="20"/>
                <w:szCs w:val="20"/>
              </w:rPr>
            </w:pPr>
            <w:r w:rsidRPr="00BB687C">
              <w:rPr>
                <w:b/>
                <w:sz w:val="20"/>
                <w:szCs w:val="20"/>
              </w:rPr>
              <w:t>Learning focus:</w:t>
            </w:r>
            <w:r w:rsidRPr="00BB687C">
              <w:rPr>
                <w:sz w:val="20"/>
                <w:szCs w:val="20"/>
              </w:rPr>
              <w:t xml:space="preserve"> A force makes things change: the speed, direction and/or shape of an object.</w:t>
            </w:r>
          </w:p>
          <w:p w14:paraId="2FAD2A8B" w14:textId="77777777" w:rsidR="00152FC9" w:rsidRPr="00BB687C" w:rsidRDefault="00152FC9" w:rsidP="00226CCC">
            <w:pPr>
              <w:spacing w:before="120" w:after="120"/>
              <w:rPr>
                <w:sz w:val="20"/>
                <w:szCs w:val="20"/>
              </w:rPr>
            </w:pPr>
            <w:r w:rsidRPr="00BB687C">
              <w:rPr>
                <w:sz w:val="20"/>
                <w:szCs w:val="20"/>
              </w:rPr>
              <w:t>This key concept:</w:t>
            </w:r>
          </w:p>
          <w:p w14:paraId="2145E8C5" w14:textId="77777777" w:rsidR="00152FC9" w:rsidRPr="00BB687C" w:rsidRDefault="00152FC9" w:rsidP="00226CCC">
            <w:pPr>
              <w:pStyle w:val="ListParagraph"/>
              <w:numPr>
                <w:ilvl w:val="0"/>
                <w:numId w:val="6"/>
              </w:numPr>
              <w:spacing w:before="120" w:after="120"/>
              <w:rPr>
                <w:sz w:val="20"/>
                <w:szCs w:val="20"/>
              </w:rPr>
            </w:pPr>
            <w:r>
              <w:rPr>
                <w:sz w:val="20"/>
                <w:szCs w:val="20"/>
              </w:rPr>
              <w:t>D</w:t>
            </w:r>
            <w:r w:rsidRPr="00BB687C">
              <w:rPr>
                <w:sz w:val="20"/>
                <w:szCs w:val="20"/>
              </w:rPr>
              <w:t>evelops an understanding of forces as pushes and pulls</w:t>
            </w:r>
          </w:p>
          <w:p w14:paraId="11FF91FB" w14:textId="77777777" w:rsidR="00152FC9" w:rsidRPr="00BB687C" w:rsidRDefault="00152FC9" w:rsidP="00226CCC">
            <w:pPr>
              <w:pStyle w:val="ListParagraph"/>
              <w:numPr>
                <w:ilvl w:val="0"/>
                <w:numId w:val="6"/>
              </w:numPr>
              <w:spacing w:before="120" w:after="120"/>
              <w:rPr>
                <w:sz w:val="20"/>
                <w:szCs w:val="20"/>
              </w:rPr>
            </w:pPr>
            <w:r>
              <w:rPr>
                <w:sz w:val="20"/>
                <w:szCs w:val="20"/>
              </w:rPr>
              <w:t>D</w:t>
            </w:r>
            <w:r w:rsidRPr="00BB687C">
              <w:rPr>
                <w:sz w:val="20"/>
                <w:szCs w:val="20"/>
              </w:rPr>
              <w:t>evelops this understanding to predict the changes caused by forces acting on an object</w:t>
            </w:r>
          </w:p>
        </w:tc>
      </w:tr>
    </w:tbl>
    <w:p w14:paraId="721478CC" w14:textId="77777777" w:rsidR="00152FC9" w:rsidRDefault="00152FC9" w:rsidP="00152FC9"/>
    <w:p w14:paraId="6517A575" w14:textId="77777777" w:rsidR="00EE305E" w:rsidRDefault="00EE305E">
      <w:r>
        <w:br w:type="page"/>
      </w:r>
    </w:p>
    <w:p w14:paraId="2C0EE84E" w14:textId="77777777" w:rsidR="00152FC9" w:rsidRDefault="00152FC9" w:rsidP="00152FC9"/>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152FC9" w:rsidRPr="006B43F1" w14:paraId="0177A0CB" w14:textId="77777777" w:rsidTr="00226CCC">
        <w:tc>
          <w:tcPr>
            <w:tcW w:w="13466" w:type="dxa"/>
          </w:tcPr>
          <w:p w14:paraId="52F2BD0B" w14:textId="77777777" w:rsidR="00152FC9" w:rsidRPr="001279A0" w:rsidRDefault="00152FC9" w:rsidP="00EE305E">
            <w:pPr>
              <w:spacing w:before="120" w:after="120"/>
              <w:rPr>
                <w:b/>
                <w:color w:val="5F497A" w:themeColor="accent4" w:themeShade="BF"/>
                <w:sz w:val="20"/>
                <w:szCs w:val="20"/>
              </w:rPr>
            </w:pPr>
            <w:r w:rsidRPr="001279A0">
              <w:rPr>
                <w:b/>
                <w:color w:val="5F497A" w:themeColor="accent4" w:themeShade="BF"/>
                <w:sz w:val="20"/>
                <w:szCs w:val="20"/>
              </w:rPr>
              <w:t>Key concept PFM1.3: Balanced and unbalanced forces</w:t>
            </w:r>
          </w:p>
          <w:p w14:paraId="454B3E7D" w14:textId="77777777" w:rsidR="00152FC9" w:rsidRPr="001279A0" w:rsidRDefault="00152FC9" w:rsidP="00EE305E">
            <w:pPr>
              <w:spacing w:before="120" w:after="120"/>
              <w:rPr>
                <w:sz w:val="20"/>
                <w:szCs w:val="20"/>
              </w:rPr>
            </w:pPr>
            <w:r w:rsidRPr="001279A0">
              <w:rPr>
                <w:b/>
                <w:sz w:val="20"/>
                <w:szCs w:val="20"/>
              </w:rPr>
              <w:t>Learning focus:</w:t>
            </w:r>
            <w:r w:rsidRPr="001279A0">
              <w:rPr>
                <w:sz w:val="20"/>
                <w:szCs w:val="20"/>
              </w:rPr>
              <w:t xml:space="preserve"> The resultant force is the sum of the forces acting on the object, taking into account their direction. If there is no resultant force, the forces are balanced. Unbalanced forces change the speed, direction and/or shape of an object.</w:t>
            </w:r>
          </w:p>
          <w:p w14:paraId="72A92609" w14:textId="77777777" w:rsidR="00152FC9" w:rsidRPr="001279A0" w:rsidRDefault="00152FC9" w:rsidP="00EE305E">
            <w:pPr>
              <w:spacing w:before="120" w:after="120"/>
              <w:rPr>
                <w:sz w:val="20"/>
                <w:szCs w:val="20"/>
              </w:rPr>
            </w:pPr>
            <w:r w:rsidRPr="001279A0">
              <w:rPr>
                <w:sz w:val="20"/>
                <w:szCs w:val="20"/>
              </w:rPr>
              <w:t>This key concept:</w:t>
            </w:r>
          </w:p>
          <w:p w14:paraId="5E25254C" w14:textId="3BC09821" w:rsidR="00152FC9" w:rsidRDefault="00152FC9" w:rsidP="00EE305E">
            <w:pPr>
              <w:pStyle w:val="ListParagraph"/>
              <w:numPr>
                <w:ilvl w:val="0"/>
                <w:numId w:val="6"/>
              </w:numPr>
              <w:spacing w:before="120" w:after="120"/>
              <w:rPr>
                <w:sz w:val="20"/>
                <w:szCs w:val="20"/>
              </w:rPr>
            </w:pPr>
            <w:r>
              <w:rPr>
                <w:sz w:val="20"/>
                <w:szCs w:val="20"/>
              </w:rPr>
              <w:t xml:space="preserve">Develops </w:t>
            </w:r>
            <w:r w:rsidR="00D13174">
              <w:rPr>
                <w:sz w:val="20"/>
                <w:szCs w:val="20"/>
              </w:rPr>
              <w:t xml:space="preserve">an understanding of how to </w:t>
            </w:r>
            <w:r>
              <w:rPr>
                <w:sz w:val="20"/>
                <w:szCs w:val="20"/>
              </w:rPr>
              <w:t>calculat</w:t>
            </w:r>
            <w:r w:rsidR="00D13174">
              <w:rPr>
                <w:sz w:val="20"/>
                <w:szCs w:val="20"/>
              </w:rPr>
              <w:t xml:space="preserve">e a </w:t>
            </w:r>
            <w:r>
              <w:rPr>
                <w:sz w:val="20"/>
                <w:szCs w:val="20"/>
              </w:rPr>
              <w:t>resultant force from forces acting on an object in one dimension</w:t>
            </w:r>
          </w:p>
          <w:p w14:paraId="5214C287" w14:textId="77777777" w:rsidR="00152FC9" w:rsidRPr="001279A0" w:rsidRDefault="00152FC9" w:rsidP="00EE305E">
            <w:pPr>
              <w:pStyle w:val="ListParagraph"/>
              <w:numPr>
                <w:ilvl w:val="0"/>
                <w:numId w:val="6"/>
              </w:numPr>
              <w:spacing w:before="120" w:after="120"/>
              <w:rPr>
                <w:sz w:val="20"/>
                <w:szCs w:val="20"/>
              </w:rPr>
            </w:pPr>
            <w:r w:rsidRPr="001279A0">
              <w:rPr>
                <w:sz w:val="20"/>
                <w:szCs w:val="20"/>
              </w:rPr>
              <w:t xml:space="preserve">Develops an understanding of how motion changes in one dimension </w:t>
            </w:r>
            <w:r>
              <w:rPr>
                <w:sz w:val="20"/>
                <w:szCs w:val="20"/>
              </w:rPr>
              <w:t>due to</w:t>
            </w:r>
            <w:r w:rsidRPr="001279A0">
              <w:rPr>
                <w:sz w:val="20"/>
                <w:szCs w:val="20"/>
              </w:rPr>
              <w:t xml:space="preserve"> the resultant force</w:t>
            </w:r>
          </w:p>
        </w:tc>
      </w:tr>
    </w:tbl>
    <w:p w14:paraId="031148A9" w14:textId="28262125" w:rsidR="00152FC9" w:rsidRDefault="00152FC9" w:rsidP="00152FC9">
      <w:pPr>
        <w:rPr>
          <w:highlight w:val="yellow"/>
        </w:rPr>
      </w:pPr>
    </w:p>
    <w:tbl>
      <w:tblPr>
        <w:tblStyle w:val="TableGrid"/>
        <w:tblW w:w="0" w:type="auto"/>
        <w:tblInd w:w="250" w:type="dxa"/>
        <w:tblLook w:val="04A0" w:firstRow="1" w:lastRow="0" w:firstColumn="1" w:lastColumn="0" w:noHBand="0" w:noVBand="1"/>
      </w:tblPr>
      <w:tblGrid>
        <w:gridCol w:w="13466"/>
      </w:tblGrid>
      <w:tr w:rsidR="00AE3890" w14:paraId="6D7EAB31" w14:textId="77777777" w:rsidTr="00AE3890">
        <w:tc>
          <w:tcPr>
            <w:tcW w:w="13466" w:type="dxa"/>
          </w:tcPr>
          <w:p w14:paraId="48B0C797" w14:textId="3E7CE8F2" w:rsidR="00AE3890" w:rsidRPr="001279A0" w:rsidRDefault="00AE3890" w:rsidP="00EE305E">
            <w:pPr>
              <w:spacing w:before="120" w:after="120"/>
              <w:rPr>
                <w:b/>
                <w:color w:val="5F497A" w:themeColor="accent4" w:themeShade="BF"/>
                <w:sz w:val="20"/>
                <w:szCs w:val="20"/>
              </w:rPr>
            </w:pPr>
            <w:r w:rsidRPr="001279A0">
              <w:rPr>
                <w:b/>
                <w:color w:val="5F497A" w:themeColor="accent4" w:themeShade="BF"/>
                <w:sz w:val="20"/>
                <w:szCs w:val="20"/>
              </w:rPr>
              <w:t>Key concept PFM</w:t>
            </w:r>
            <w:r>
              <w:rPr>
                <w:b/>
                <w:color w:val="5F497A" w:themeColor="accent4" w:themeShade="BF"/>
                <w:sz w:val="20"/>
                <w:szCs w:val="20"/>
              </w:rPr>
              <w:t>2.3: Changing motion</w:t>
            </w:r>
          </w:p>
          <w:p w14:paraId="0FB440CA" w14:textId="77777777" w:rsidR="00AE3890" w:rsidRDefault="00AE3890" w:rsidP="00EE305E">
            <w:pPr>
              <w:spacing w:before="120" w:after="120"/>
              <w:rPr>
                <w:sz w:val="20"/>
                <w:szCs w:val="20"/>
              </w:rPr>
            </w:pPr>
            <w:r w:rsidRPr="001279A0">
              <w:rPr>
                <w:b/>
                <w:sz w:val="20"/>
                <w:szCs w:val="20"/>
              </w:rPr>
              <w:t>Learning focus:</w:t>
            </w:r>
            <w:r w:rsidRPr="001279A0">
              <w:rPr>
                <w:sz w:val="20"/>
                <w:szCs w:val="20"/>
              </w:rPr>
              <w:t xml:space="preserve"> </w:t>
            </w:r>
            <w:r w:rsidRPr="00AE3890">
              <w:rPr>
                <w:sz w:val="20"/>
                <w:szCs w:val="20"/>
              </w:rPr>
              <w:t>A resultant force on an object can cause it to speed up or slow down, depending on the direction of the force.</w:t>
            </w:r>
          </w:p>
          <w:p w14:paraId="4C33F470" w14:textId="5DBF51DC" w:rsidR="00AE3890" w:rsidRPr="001279A0" w:rsidRDefault="00AE3890" w:rsidP="00EE305E">
            <w:pPr>
              <w:spacing w:before="120" w:after="120"/>
              <w:rPr>
                <w:sz w:val="20"/>
                <w:szCs w:val="20"/>
              </w:rPr>
            </w:pPr>
            <w:r w:rsidRPr="001279A0">
              <w:rPr>
                <w:sz w:val="20"/>
                <w:szCs w:val="20"/>
              </w:rPr>
              <w:t>This key concept:</w:t>
            </w:r>
          </w:p>
          <w:p w14:paraId="1351E01C" w14:textId="470F53E2" w:rsidR="00AE3890" w:rsidRPr="00A93616" w:rsidRDefault="00AE3890" w:rsidP="00EE305E">
            <w:pPr>
              <w:pStyle w:val="ListParagraph"/>
              <w:numPr>
                <w:ilvl w:val="0"/>
                <w:numId w:val="7"/>
              </w:numPr>
              <w:spacing w:before="120" w:after="120"/>
              <w:rPr>
                <w:sz w:val="20"/>
                <w:szCs w:val="20"/>
              </w:rPr>
            </w:pPr>
            <w:r w:rsidRPr="00A93616">
              <w:rPr>
                <w:sz w:val="20"/>
                <w:szCs w:val="20"/>
              </w:rPr>
              <w:t>Develops the description how speed changes throughout the time a resultant force acts</w:t>
            </w:r>
          </w:p>
          <w:p w14:paraId="60566572" w14:textId="732C6F21" w:rsidR="00AE3890" w:rsidRPr="00AE3890" w:rsidRDefault="00AE3890" w:rsidP="00EE305E">
            <w:pPr>
              <w:pStyle w:val="ListParagraph"/>
              <w:numPr>
                <w:ilvl w:val="0"/>
                <w:numId w:val="7"/>
              </w:numPr>
              <w:spacing w:before="120" w:after="120"/>
            </w:pPr>
            <w:r w:rsidRPr="00A93616">
              <w:rPr>
                <w:sz w:val="20"/>
                <w:szCs w:val="20"/>
              </w:rPr>
              <w:t>Develops an understanding of why the presence of friction means that an opposing force is necessary to keep an object in uniform motion</w:t>
            </w:r>
          </w:p>
        </w:tc>
      </w:tr>
    </w:tbl>
    <w:p w14:paraId="59D25684" w14:textId="754DEA21" w:rsidR="00AE3890" w:rsidRDefault="00AE3890" w:rsidP="00152FC9">
      <w:pPr>
        <w:rPr>
          <w:highlight w:val="yellow"/>
        </w:rPr>
      </w:pPr>
    </w:p>
    <w:tbl>
      <w:tblPr>
        <w:tblStyle w:val="TableGrid"/>
        <w:tblW w:w="0" w:type="auto"/>
        <w:tblInd w:w="250" w:type="dxa"/>
        <w:tblLook w:val="04A0" w:firstRow="1" w:lastRow="0" w:firstColumn="1" w:lastColumn="0" w:noHBand="0" w:noVBand="1"/>
      </w:tblPr>
      <w:tblGrid>
        <w:gridCol w:w="13466"/>
      </w:tblGrid>
      <w:tr w:rsidR="00152FC9" w14:paraId="3336047A" w14:textId="77777777" w:rsidTr="00152FC9">
        <w:tc>
          <w:tcPr>
            <w:tcW w:w="13466" w:type="dxa"/>
          </w:tcPr>
          <w:p w14:paraId="5EFE9F5E" w14:textId="3E5AE905" w:rsidR="00152FC9" w:rsidRPr="001279A0" w:rsidRDefault="00152FC9" w:rsidP="00EE305E">
            <w:pPr>
              <w:spacing w:before="120" w:after="120"/>
              <w:rPr>
                <w:b/>
                <w:color w:val="5F497A" w:themeColor="accent4" w:themeShade="BF"/>
                <w:sz w:val="20"/>
                <w:szCs w:val="20"/>
              </w:rPr>
            </w:pPr>
            <w:r w:rsidRPr="001279A0">
              <w:rPr>
                <w:b/>
                <w:color w:val="5F497A" w:themeColor="accent4" w:themeShade="BF"/>
                <w:sz w:val="20"/>
                <w:szCs w:val="20"/>
              </w:rPr>
              <w:t>Key concept PFM</w:t>
            </w:r>
            <w:r>
              <w:rPr>
                <w:b/>
                <w:color w:val="5F497A" w:themeColor="accent4" w:themeShade="BF"/>
                <w:sz w:val="20"/>
                <w:szCs w:val="20"/>
              </w:rPr>
              <w:t>2.4</w:t>
            </w:r>
            <w:r w:rsidRPr="001279A0">
              <w:rPr>
                <w:b/>
                <w:color w:val="5F497A" w:themeColor="accent4" w:themeShade="BF"/>
                <w:sz w:val="20"/>
                <w:szCs w:val="20"/>
              </w:rPr>
              <w:t xml:space="preserve">: </w:t>
            </w:r>
            <w:r>
              <w:rPr>
                <w:b/>
                <w:color w:val="5F497A" w:themeColor="accent4" w:themeShade="BF"/>
                <w:sz w:val="20"/>
                <w:szCs w:val="20"/>
              </w:rPr>
              <w:t>Drag</w:t>
            </w:r>
          </w:p>
          <w:p w14:paraId="6934B10A" w14:textId="09090381" w:rsidR="00152FC9" w:rsidRPr="001279A0" w:rsidRDefault="00152FC9" w:rsidP="00EE305E">
            <w:pPr>
              <w:spacing w:before="120" w:after="120"/>
              <w:rPr>
                <w:sz w:val="20"/>
                <w:szCs w:val="20"/>
              </w:rPr>
            </w:pPr>
            <w:r w:rsidRPr="001279A0">
              <w:rPr>
                <w:b/>
                <w:sz w:val="20"/>
                <w:szCs w:val="20"/>
              </w:rPr>
              <w:t>Learning focus:</w:t>
            </w:r>
            <w:r w:rsidRPr="001279A0">
              <w:rPr>
                <w:sz w:val="20"/>
                <w:szCs w:val="20"/>
              </w:rPr>
              <w:t xml:space="preserve"> </w:t>
            </w:r>
            <w:r w:rsidRPr="00152FC9">
              <w:rPr>
                <w:sz w:val="20"/>
                <w:szCs w:val="20"/>
              </w:rPr>
              <w:t>The drag force on an object moving through a fluid increases with its speed and can be reduced by making the object more streamlined</w:t>
            </w:r>
          </w:p>
          <w:p w14:paraId="2578A8F2" w14:textId="77777777" w:rsidR="00152FC9" w:rsidRPr="001279A0" w:rsidRDefault="00152FC9" w:rsidP="00EE305E">
            <w:pPr>
              <w:spacing w:before="120" w:after="120"/>
              <w:rPr>
                <w:sz w:val="20"/>
                <w:szCs w:val="20"/>
              </w:rPr>
            </w:pPr>
            <w:r w:rsidRPr="001279A0">
              <w:rPr>
                <w:sz w:val="20"/>
                <w:szCs w:val="20"/>
              </w:rPr>
              <w:t>This key concept:</w:t>
            </w:r>
          </w:p>
          <w:p w14:paraId="1CD13D46" w14:textId="747AF8BD" w:rsidR="00152FC9" w:rsidRDefault="00152FC9" w:rsidP="00EE305E">
            <w:pPr>
              <w:pStyle w:val="ListParagraph"/>
              <w:numPr>
                <w:ilvl w:val="0"/>
                <w:numId w:val="6"/>
              </w:numPr>
              <w:spacing w:before="120" w:after="120"/>
              <w:rPr>
                <w:sz w:val="20"/>
                <w:szCs w:val="20"/>
              </w:rPr>
            </w:pPr>
            <w:r>
              <w:rPr>
                <w:sz w:val="20"/>
                <w:szCs w:val="20"/>
              </w:rPr>
              <w:t xml:space="preserve">Develops </w:t>
            </w:r>
            <w:r w:rsidR="00F55E8D">
              <w:rPr>
                <w:sz w:val="20"/>
                <w:szCs w:val="20"/>
              </w:rPr>
              <w:t>an understanding that drag increases with speed</w:t>
            </w:r>
          </w:p>
          <w:p w14:paraId="2FB7A4B2" w14:textId="17DC87EF" w:rsidR="00152FC9" w:rsidRPr="00982CF1" w:rsidRDefault="00F55E8D" w:rsidP="00EE305E">
            <w:pPr>
              <w:pStyle w:val="ListParagraph"/>
              <w:numPr>
                <w:ilvl w:val="0"/>
                <w:numId w:val="6"/>
              </w:numPr>
              <w:spacing w:before="120" w:after="120"/>
              <w:rPr>
                <w:sz w:val="20"/>
                <w:szCs w:val="20"/>
              </w:rPr>
            </w:pPr>
            <w:r>
              <w:rPr>
                <w:sz w:val="20"/>
                <w:szCs w:val="20"/>
              </w:rPr>
              <w:t>Develops an understanding of the forces, including drag, acting on an object moving through a fluid at constant speed.</w:t>
            </w:r>
          </w:p>
        </w:tc>
      </w:tr>
    </w:tbl>
    <w:p w14:paraId="53F9CA2C" w14:textId="77777777" w:rsidR="00FB1FF6" w:rsidRPr="0022442F" w:rsidRDefault="00FB1FF6" w:rsidP="00954230">
      <w:pPr>
        <w:spacing w:before="180"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14:paraId="26C697E3" w14:textId="75B17736" w:rsidR="008A5E57" w:rsidRPr="00EF201E" w:rsidRDefault="00B331F4" w:rsidP="008A5E57">
      <w:pPr>
        <w:spacing w:after="180"/>
      </w:pPr>
      <w:r w:rsidRPr="00EF201E">
        <w:t xml:space="preserve">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 </w:t>
      </w:r>
      <w:r w:rsidRPr="00EF201E">
        <w:fldChar w:fldCharType="begin"/>
      </w:r>
      <w:r w:rsidRPr="00EF201E">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EF201E">
        <w:fldChar w:fldCharType="separate"/>
      </w:r>
      <w:r w:rsidRPr="00EF201E">
        <w:rPr>
          <w:noProof/>
        </w:rPr>
        <w:t>(Driver et al., 1994)</w:t>
      </w:r>
      <w:r w:rsidRPr="00EF201E">
        <w:fldChar w:fldCharType="end"/>
      </w:r>
      <w:r w:rsidRPr="00EF201E">
        <w:t xml:space="preserve">. </w:t>
      </w:r>
      <w:r w:rsidR="008A5E57" w:rsidRPr="00EF201E">
        <w:t xml:space="preserve">Even experts may struggle with basic scientific concepts such as acceleration when analysing situations </w:t>
      </w:r>
      <w:r w:rsidR="009C4260" w:rsidRPr="00EF201E">
        <w:t>in which motion changes direction in two dimensions</w:t>
      </w:r>
      <w:r w:rsidR="008A5E57" w:rsidRPr="00EF201E">
        <w:t xml:space="preserve"> </w:t>
      </w:r>
      <w:r w:rsidR="008A5E57" w:rsidRPr="00EF201E">
        <w:fldChar w:fldCharType="begin"/>
      </w:r>
      <w:r w:rsidR="008A5E57" w:rsidRPr="00EF201E">
        <w:instrText xml:space="preserve"> ADDIN ZOTERO_ITEM CSL_CITATION {"citationID":"UAZw3YDL","properties":{"formattedCitation":"(Reif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sidR="008A5E57" w:rsidRPr="00EF201E">
        <w:fldChar w:fldCharType="separate"/>
      </w:r>
      <w:r w:rsidR="008A5E57" w:rsidRPr="00EF201E">
        <w:rPr>
          <w:rFonts w:ascii="Calibri" w:hAnsi="Calibri" w:cs="Calibri"/>
        </w:rPr>
        <w:t>(Reif and Allen, 1992)</w:t>
      </w:r>
      <w:r w:rsidR="008A5E57" w:rsidRPr="00EF201E">
        <w:fldChar w:fldCharType="end"/>
      </w:r>
      <w:r w:rsidR="008A5E57" w:rsidRPr="00EF201E">
        <w:t xml:space="preserve">. Students may continue to hold mistaken beliefs even when confronted with phenomena that contradict those beliefs </w:t>
      </w:r>
      <w:r w:rsidR="008A5E57" w:rsidRPr="00EF201E">
        <w:fldChar w:fldCharType="begin"/>
      </w:r>
      <w:r w:rsidR="000259B8" w:rsidRPr="00EF201E">
        <w:instrText xml:space="preserve"> ADDIN ZOTERO_ITEM CSL_CITATION {"citationID":"H4QQo4eb","properties":{"formattedCitation":"(Gunstone and White, 1981; Halloun and Hestenes, 1985)","plainCitation":"(Gunstone and White, 1981; Halloun and Hestenes, 1985)","noteIndex":0},"citationItems":[{"id":89,"uris":["http://zotero.org/users/local/3VO4g2Eh/items/MN36G4Y6"],"uri":["http://zotero.org/users/local/3VO4g2Eh/items/MN36G4Y6"],"itemData":{"id":89,"type":"article-journal","container-title":"Science Education","DOI":"10.1002/sce.3730650308","ISSN":"0036-8326, 1098-237X","issue":"3","journalAbbreviation":"Sci. Ed.","language":"en","page":"291-299","source":"DOI.org (Crossref)","title":"Understanding of gravity","volume":"65","author":[{"family":"Gunstone","given":"Richard F."},{"family":"White","given":"Richard T."}],"issued":{"date-parts":[["1981",7]]}}},{"id":96,"uris":["http://zotero.org/users/local/3VO4g2Eh/items/RHT77KMS"],"uri":["http://zotero.org/users/local/3VO4g2Eh/items/RHT77KMS"],"itemData":{"id":96,"type":"article-journal","container-title":"American Journal of Physics","DOI":"10.1119/1.14031","ISSN":"0002-9505, 1943-2909","issue":"11","journalAbbreviation":"American Journal of Physics","language":"en","page":"1056-1065","source":"DOI.org (Crossref)","title":"Common sense concepts about motion","volume":"53","author":[{"family":"Halloun","given":"Ibrahim Abou"},{"family":"Hestenes","given":"David"}],"issued":{"date-parts":[["1985",11]]}}}],"schema":"https://github.com/citation-style-language/schema/raw/master/csl-citation.json"} </w:instrText>
      </w:r>
      <w:r w:rsidR="008A5E57" w:rsidRPr="00EF201E">
        <w:fldChar w:fldCharType="separate"/>
      </w:r>
      <w:r w:rsidR="000259B8" w:rsidRPr="00EF201E">
        <w:rPr>
          <w:rFonts w:ascii="Calibri" w:hAnsi="Calibri" w:cs="Calibri"/>
        </w:rPr>
        <w:t>(Gunstone and White, 1981; Halloun and Hestenes, 1985)</w:t>
      </w:r>
      <w:r w:rsidR="008A5E57" w:rsidRPr="00EF201E">
        <w:fldChar w:fldCharType="end"/>
      </w:r>
      <w:r w:rsidR="008A5E57" w:rsidRPr="00EF201E">
        <w:t>.</w:t>
      </w:r>
    </w:p>
    <w:p w14:paraId="283607BB" w14:textId="78917765" w:rsidR="00DB4C37" w:rsidRPr="00EF201E" w:rsidRDefault="00B331F4" w:rsidP="00DB4C37">
      <w:pPr>
        <w:spacing w:after="180"/>
      </w:pPr>
      <w:r w:rsidRPr="00EF201E">
        <w:lastRenderedPageBreak/>
        <w:t xml:space="preserve">Students have intuitive theories about forces and motion that resemble mediaeval ‘impetus’ theory </w:t>
      </w:r>
      <w:r w:rsidRPr="00EF201E">
        <w:fldChar w:fldCharType="begin"/>
      </w:r>
      <w:r w:rsidRPr="00EF201E">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rsidRPr="00EF201E">
        <w:fldChar w:fldCharType="separate"/>
      </w:r>
      <w:r w:rsidRPr="00EF201E">
        <w:rPr>
          <w:noProof/>
        </w:rPr>
        <w:t>(McCloskey, 1983)</w:t>
      </w:r>
      <w:r w:rsidRPr="00EF201E">
        <w:fldChar w:fldCharType="end"/>
      </w:r>
      <w:r w:rsidRPr="00EF201E">
        <w:t xml:space="preserve">. They may not see force as an interaction between two objects but rather as something that resides in a single object. They may use the terms ‘energy’ and ‘force’ in an undifferentiated way </w:t>
      </w:r>
      <w:r w:rsidRPr="00EF201E">
        <w:fldChar w:fldCharType="begin"/>
      </w:r>
      <w:r w:rsidRPr="00EF201E">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rsidRPr="00EF201E">
        <w:fldChar w:fldCharType="separate"/>
      </w:r>
      <w:r w:rsidRPr="00EF201E">
        <w:rPr>
          <w:noProof/>
        </w:rPr>
        <w:t>(Twigger et al., 1994)</w:t>
      </w:r>
      <w:r w:rsidRPr="00EF201E">
        <w:fldChar w:fldCharType="end"/>
      </w:r>
      <w:r w:rsidRPr="00EF201E">
        <w:t xml:space="preserve"> and may use ideas about force in a way that resembles what a physicist means by momentum </w:t>
      </w:r>
      <w:r w:rsidRPr="00EF201E">
        <w:fldChar w:fldCharType="begin"/>
      </w:r>
      <w:r w:rsidRPr="00EF201E">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rsidRPr="00EF201E">
        <w:fldChar w:fldCharType="separate"/>
      </w:r>
      <w:r w:rsidRPr="00EF201E">
        <w:rPr>
          <w:noProof/>
        </w:rPr>
        <w:t>(Watts and Zylbersztajn, 1981)</w:t>
      </w:r>
      <w:r w:rsidRPr="00EF201E">
        <w:fldChar w:fldCharType="end"/>
      </w:r>
      <w:r w:rsidRPr="00EF201E">
        <w:t>. They may believe that a force is required to maintain motion at a constant velocity, and that a greater force is required to maintain motion at a greater velocity, so that force is seen as being proportional to velocity rather than to acceleration as in the Newtonian view.</w:t>
      </w:r>
      <w:r w:rsidR="000C665A" w:rsidRPr="00EF201E">
        <w:t xml:space="preserve"> Students may believe that objects at rest, even momentarily, have no net force acting on them. They may believe that objects come to rest because the force or ‘impetus’ ‘in’ an object runs out or is dissipated by external forces such as friction </w:t>
      </w:r>
      <w:r w:rsidR="000C665A" w:rsidRPr="00EF201E">
        <w:fldChar w:fldCharType="begin"/>
      </w:r>
      <w:r w:rsidR="000C665A" w:rsidRPr="00EF201E">
        <w:instrText xml:space="preserve"> ADDIN ZOTERO_ITEM CSL_CITATION {"citationID":"woqMUuR4","properties":{"formattedCitation":"(Viennot, 1979)","plainCitation":"(Viennot, 1979)","noteIndex":0},"citationItems":[{"id":288,"uris":["http://zotero.org/users/local/3VO4g2Eh/items/UEWRZJEL"],"uri":["http://zotero.org/users/local/3VO4g2Eh/items/UEWRZJEL"],"itemData":{"id":288,"type":"article-journal","container-title":"European Journal of Science Education","DOI":"10.1080/0140528790010209","ISSN":"0140-5284","issue":"2","journalAbbreviation":"European Journal of Science Education","language":"en","page":"205-221","source":"DOI.org (Crossref)","title":"Spontaneous Reasoning in Elementary Dynamics","volume":"1","author":[{"family":"Viennot","given":"L."}],"issued":{"date-parts":[["1979",1]]}}}],"schema":"https://github.com/citation-style-language/schema/raw/master/csl-citation.json"} </w:instrText>
      </w:r>
      <w:r w:rsidR="000C665A" w:rsidRPr="00EF201E">
        <w:fldChar w:fldCharType="separate"/>
      </w:r>
      <w:r w:rsidR="000C665A" w:rsidRPr="00EF201E">
        <w:rPr>
          <w:rFonts w:ascii="Calibri" w:hAnsi="Calibri" w:cs="Calibri"/>
        </w:rPr>
        <w:t>(Viennot, 1979)</w:t>
      </w:r>
      <w:r w:rsidR="000C665A" w:rsidRPr="00EF201E">
        <w:fldChar w:fldCharType="end"/>
      </w:r>
      <w:r w:rsidR="000C665A" w:rsidRPr="00EF201E">
        <w:t>.</w:t>
      </w:r>
      <w:r w:rsidR="00DB4C37" w:rsidRPr="00EF201E">
        <w:t xml:space="preserve"> </w:t>
      </w:r>
    </w:p>
    <w:p w14:paraId="6E04E115" w14:textId="4AF38572" w:rsidR="00DB4C37" w:rsidRPr="00EF201E" w:rsidRDefault="00DB4C37" w:rsidP="00DB4C37">
      <w:pPr>
        <w:spacing w:after="180"/>
      </w:pPr>
      <w:r w:rsidRPr="00EF201E">
        <w:t xml:space="preserve">When thinking about forces and motion, students treat motion in a horizontal plane and motion in a vertical plane differently </w:t>
      </w:r>
      <w:r w:rsidRPr="00EF201E">
        <w:fldChar w:fldCharType="begin"/>
      </w:r>
      <w:r w:rsidRPr="00EF201E">
        <w:instrText xml:space="preserve"> ADDIN ZOTERO_ITEM CSL_CITATION {"citationID":"JDfSp1Bw","properties":{"formattedCitation":"(Lemmer,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rsidRPr="00EF201E">
        <w:fldChar w:fldCharType="separate"/>
      </w:r>
      <w:r w:rsidRPr="00EF201E">
        <w:rPr>
          <w:rFonts w:ascii="Calibri" w:hAnsi="Calibri" w:cs="Calibri"/>
        </w:rPr>
        <w:t>(Lemmer, 2013)</w:t>
      </w:r>
      <w:r w:rsidRPr="00EF201E">
        <w:fldChar w:fldCharType="end"/>
      </w:r>
      <w:r w:rsidRPr="00EF201E">
        <w:t>. Some students do not see weight as a force, believing that gravity is the nat</w:t>
      </w:r>
      <w:r w:rsidR="0007306E" w:rsidRPr="00EF201E">
        <w:t>ural tendency of things to fall</w:t>
      </w:r>
      <w:r w:rsidRPr="00EF201E">
        <w:t>.</w:t>
      </w:r>
      <w:r w:rsidR="005C154A" w:rsidRPr="00EF201E">
        <w:t xml:space="preserve"> </w:t>
      </w:r>
      <w:r w:rsidR="005243D9" w:rsidRPr="00EF201E">
        <w:t>If they think of weight as a force, they may think that the force of gravity is equal on all objects</w:t>
      </w:r>
      <w:r w:rsidR="00791453" w:rsidRPr="00EF201E">
        <w:t>, and/or that heavier objects fall faster than lighter ones, regardless of air resistance</w:t>
      </w:r>
      <w:r w:rsidR="005243D9" w:rsidRPr="00EF201E">
        <w:t xml:space="preserve"> </w:t>
      </w:r>
      <w:r w:rsidR="005243D9" w:rsidRPr="00EF201E">
        <w:fldChar w:fldCharType="begin"/>
      </w:r>
      <w:r w:rsidR="005243D9" w:rsidRPr="00EF201E">
        <w:instrText xml:space="preserve"> ADDIN ZOTERO_ITEM CSL_CITATION {"citationID":"uFn9evVT","properties":{"formattedCitation":"(Gunstone and White, 1981)","plainCitation":"(Gunstone and White, 1981)","noteIndex":0},"citationItems":[{"id":89,"uris":["http://zotero.org/users/local/3VO4g2Eh/items/MN36G4Y6"],"uri":["http://zotero.org/users/local/3VO4g2Eh/items/MN36G4Y6"],"itemData":{"id":89,"type":"article-journal","container-title":"Science Education","DOI":"10.1002/sce.3730650308","ISSN":"0036-8326, 1098-237X","issue":"3","journalAbbreviation":"Sci. Ed.","language":"en","page":"291-299","source":"DOI.org (Crossref)","title":"Understanding of gravity","volume":"65","author":[{"family":"Gunstone","given":"Richard F."},{"family":"White","given":"Richard T."}],"issued":{"date-parts":[["1981",7]]}}}],"schema":"https://github.com/citation-style-language/schema/raw/master/csl-citation.json"} </w:instrText>
      </w:r>
      <w:r w:rsidR="005243D9" w:rsidRPr="00EF201E">
        <w:fldChar w:fldCharType="separate"/>
      </w:r>
      <w:r w:rsidR="005243D9" w:rsidRPr="00EF201E">
        <w:rPr>
          <w:rFonts w:ascii="Calibri" w:hAnsi="Calibri" w:cs="Calibri"/>
        </w:rPr>
        <w:t>(Gunstone and White, 1981)</w:t>
      </w:r>
      <w:r w:rsidR="005243D9" w:rsidRPr="00EF201E">
        <w:fldChar w:fldCharType="end"/>
      </w:r>
      <w:r w:rsidR="005243D9" w:rsidRPr="00EF201E">
        <w:t xml:space="preserve">. </w:t>
      </w:r>
      <w:r w:rsidRPr="00EF201E">
        <w:t>They may believe that the force of gravity increases with height or decreases with height</w:t>
      </w:r>
      <w:r w:rsidR="006A502D" w:rsidRPr="00EF201E">
        <w:t>,</w:t>
      </w:r>
      <w:r w:rsidRPr="00EF201E">
        <w:t xml:space="preserve"> or that gravity does not act on objects resting on the ground. They may believe that gravity is due to air pressure, and does not act in space or where there is no air, for example on the Moon </w:t>
      </w:r>
      <w:r w:rsidRPr="00EF201E">
        <w:fldChar w:fldCharType="begin"/>
      </w:r>
      <w:r w:rsidR="00506675" w:rsidRPr="00EF201E">
        <w:instrText xml:space="preserve"> ADDIN ZOTERO_ITEM CSL_CITATION {"citationID":"OP79mUH0","properties":{"formattedCitation":"(Gunstone and White, 1981; Watts and Zylbersztajn, 1981; Minstrell, 1982; Galili, 2001)","plainCitation":"(Gunstone and White, 1981; Watts and Zylbersztajn, 1981; Minstrell, 1982; Galili, 2001)","noteIndex":0},"citationItems":[{"id":89,"uris":["http://zotero.org/users/local/3VO4g2Eh/items/MN36G4Y6"],"uri":["http://zotero.org/users/local/3VO4g2Eh/items/MN36G4Y6"],"itemData":{"id":89,"type":"article-journal","container-title":"Science Education","DOI":"10.1002/sce.3730650308","ISSN":"0036-8326, 1098-237X","issue":"3","journalAbbreviation":"Sci. Ed.","language":"en","page":"291-299","source":"DOI.org (Crossref)","title":"Understanding of gravity","volume":"65","author":[{"family":"Gunstone","given":"Richard F."},{"family":"White","given":"Richard T."}],"issued":{"date-parts":[["1981",7]]}}},{"id":292,"uris":["http://zotero.org/users/local/3VO4g2Eh/items/IKBZ7L2F"],"uri":["http://zotero.org/users/local/3VO4g2Eh/items/IKBZ7L2F"],"itemData":{"id":292,"type":"article-journal","container-title":"Physics Education","DOI":"10.1088/0031-9120/16/6/313","ISSN":"00319120","issue":"6","journalAbbreviation":"Phys. Educ.","language":"en","page":"360-365","source":"DOI.org (Crossref)","title":"A survey of some children's ideas about force","volume":"16","author":[{"family":"Watts","given":"D M"},{"family":"Zylbersztajn","given":"A"}],"issued":{"date-parts":[["1981",11,1]]}}},{"id":290,"uris":["http://zotero.org/users/local/3VO4g2Eh/items/MWUYPCVK"],"uri":["http://zotero.org/users/local/3VO4g2Eh/items/MWUYPCVK"],"itemData":{"id":290,"type":"article-journal","container-title":"The Physics Teacher","DOI":"10.1119/1.2340924","ISSN":"0031-921X","issue":"1","journalAbbreviation":"The Physics Teacher","language":"en","page":"10-14","source":"DOI.org (Crossref)","title":"Explaining the ’’at rest’’ condition of an object","volume":"20","author":[{"family":"Minstrell","given":"Jim"}],"issued":{"date-parts":[["1982",1]]}}},{"id":264,"uris":["http://zotero.org/users/local/3VO4g2Eh/items/A3BDV6JF"],"uri":["http://zotero.org/users/local/3VO4g2Eh/items/A3BDV6JF"],"itemData":{"id":264,"type":"article-journal","container-title":"International Journal of Science Education","DOI":"10.1080/09500690110038585","ISSN":"0950-0693, 1464-5289","issue":"10","journalAbbreviation":"International Journal of Science Education","language":"en","page":"1073-1093","source":"DOI.org (Crossref)","title":"Weight versus gravitational force: Historical and educational perspectives","title-short":"Weight versus gravitational force","volume":"23","author":[{"family":"Galili","given":"Igal"}],"issued":{"date-parts":[["2001",10]]}}}],"schema":"https://github.com/citation-style-language/schema/raw/master/csl-citation.json"} </w:instrText>
      </w:r>
      <w:r w:rsidRPr="00EF201E">
        <w:fldChar w:fldCharType="separate"/>
      </w:r>
      <w:r w:rsidR="00506675" w:rsidRPr="00EF201E">
        <w:rPr>
          <w:rFonts w:ascii="Calibri" w:hAnsi="Calibri" w:cs="Calibri"/>
        </w:rPr>
        <w:t>(Gunstone and White, 1981; Watts and Zylbersztajn, 1981; Minstrell, 1982; Galili, 2001)</w:t>
      </w:r>
      <w:r w:rsidRPr="00EF201E">
        <w:fldChar w:fldCharType="end"/>
      </w:r>
      <w:r w:rsidRPr="00EF201E">
        <w:t xml:space="preserve">. Students may believe that when objects rise and fall in a gravitational field, upward and downward motions need to be explained differently </w:t>
      </w:r>
      <w:r w:rsidRPr="00EF201E">
        <w:fldChar w:fldCharType="begin"/>
      </w:r>
      <w:r w:rsidRPr="00EF201E">
        <w:instrText xml:space="preserve"> ADDIN ZOTERO_ITEM CSL_CITATION {"citationID":"vaDyr4UZ","properties":{"formattedCitation":"(Twigger {\\i{}et al.}, 1994)","plainCitation":"(Twigger et al., 1994)","noteIndex":0},"citationItems":[{"id":294,"uris":["http://zotero.org/users/local/3VO4g2Eh/items/WYN8D88C"],"uri":["http://zotero.org/users/local/3VO4g2Eh/items/WYN8D88C"],"itemData":{"id":294,"type":"article-journal","container-title":"International Journal of Science Education","DOI":"10.1080/0950069940160209","ISSN":"0950-0693, 1464-5289","issue":"2","journalAbbreviation":"International Journal of Science Education","language":"en","page":"215-229","source":"DOI.org (Crossref)","title":"The conception of force and motion of students aged between 10 and 15 years: an interview study designed to guide instruction","title-short":"The conception of force and motion of students aged between 10 and 15 years","volume":"16","author":[{"family":"Twigger","given":"Daryll"},{"family":"Byard","given":"Malcolm"},{"family":"Driver","given":"Rosalind"},{"family":"Draper","given":"Stephen"},{"family":"Hartley","given":"Roger"},{"family":"Hennessy","given":"Sara"},{"family":"Mohamed","given":"Ramzan"},{"family":"O'Malley","given":"Claire"},{"family":"O'Shea","given":"Tim"},{"family":"Scanlon","given":"Eileen"}],"issued":{"date-parts":[["1994",3]]}}}],"schema":"https://github.com/citation-style-language/schema/raw/master/csl-citation.json"} </w:instrText>
      </w:r>
      <w:r w:rsidRPr="00EF201E">
        <w:fldChar w:fldCharType="separate"/>
      </w:r>
      <w:r w:rsidRPr="00EF201E">
        <w:rPr>
          <w:rFonts w:ascii="Calibri" w:hAnsi="Calibri" w:cs="Calibri"/>
          <w:szCs w:val="24"/>
        </w:rPr>
        <w:t xml:space="preserve">(Twigger </w:t>
      </w:r>
      <w:r w:rsidRPr="00EF201E">
        <w:rPr>
          <w:rFonts w:ascii="Calibri" w:hAnsi="Calibri" w:cs="Calibri"/>
          <w:i/>
          <w:iCs/>
          <w:szCs w:val="24"/>
        </w:rPr>
        <w:t>et al.</w:t>
      </w:r>
      <w:r w:rsidRPr="00EF201E">
        <w:rPr>
          <w:rFonts w:ascii="Calibri" w:hAnsi="Calibri" w:cs="Calibri"/>
          <w:szCs w:val="24"/>
        </w:rPr>
        <w:t>, 1994)</w:t>
      </w:r>
      <w:r w:rsidRPr="00EF201E">
        <w:fldChar w:fldCharType="end"/>
      </w:r>
      <w:r w:rsidRPr="00EF201E">
        <w:t xml:space="preserve">. Students may not see friction as a force, and may think that friction only acts on objects in motion, or only acts in a direction opposite to motion </w:t>
      </w:r>
      <w:r w:rsidRPr="00EF201E">
        <w:fldChar w:fldCharType="begin"/>
      </w:r>
      <w:r w:rsidRPr="00EF201E">
        <w:instrText xml:space="preserve"> ADDIN ZOTERO_ITEM CSL_CITATION {"citationID":"2Tt4DjZf","properties":{"formattedCitation":"(Twigger {\\i{}et al.}, 1994)","plainCitation":"(Twigger et al., 1994)","noteIndex":0},"citationItems":[{"id":294,"uris":["http://zotero.org/users/local/3VO4g2Eh/items/WYN8D88C"],"uri":["http://zotero.org/users/local/3VO4g2Eh/items/WYN8D88C"],"itemData":{"id":294,"type":"article-journal","container-title":"International Journal of Science Education","DOI":"10.1080/0950069940160209","ISSN":"0950-0693, 1464-5289","issue":"2","journalAbbreviation":"International Journal of Science Education","language":"en","page":"215-229","source":"DOI.org (Crossref)","title":"The conception of force and motion of students aged between 10 and 15 years: an interview study designed to guide instruction","title-short":"The conception of force and motion of students aged between 10 and 15 years","volume":"16","author":[{"family":"Twigger","given":"Daryll"},{"family":"Byard","given":"Malcolm"},{"family":"Driver","given":"Rosalind"},{"family":"Draper","given":"Stephen"},{"family":"Hartley","given":"Roger"},{"family":"Hennessy","given":"Sara"},{"family":"Mohamed","given":"Ramzan"},{"family":"O'Malley","given":"Claire"},{"family":"O'Shea","given":"Tim"},{"family":"Scanlon","given":"Eileen"}],"issued":{"date-parts":[["1994",3]]}}}],"schema":"https://github.com/citation-style-language/schema/raw/master/csl-citation.json"} </w:instrText>
      </w:r>
      <w:r w:rsidRPr="00EF201E">
        <w:fldChar w:fldCharType="separate"/>
      </w:r>
      <w:r w:rsidRPr="00EF201E">
        <w:rPr>
          <w:rFonts w:ascii="Calibri" w:hAnsi="Calibri" w:cs="Calibri"/>
          <w:szCs w:val="24"/>
        </w:rPr>
        <w:t xml:space="preserve">(Twigger </w:t>
      </w:r>
      <w:r w:rsidRPr="00EF201E">
        <w:rPr>
          <w:rFonts w:ascii="Calibri" w:hAnsi="Calibri" w:cs="Calibri"/>
          <w:i/>
          <w:iCs/>
          <w:szCs w:val="24"/>
        </w:rPr>
        <w:t>et al.</w:t>
      </w:r>
      <w:r w:rsidRPr="00EF201E">
        <w:rPr>
          <w:rFonts w:ascii="Calibri" w:hAnsi="Calibri" w:cs="Calibri"/>
          <w:szCs w:val="24"/>
        </w:rPr>
        <w:t>, 1994)</w:t>
      </w:r>
      <w:r w:rsidRPr="00EF201E">
        <w:fldChar w:fldCharType="end"/>
      </w:r>
      <w:r w:rsidRPr="00EF201E">
        <w:t>.</w:t>
      </w:r>
    </w:p>
    <w:p w14:paraId="7FA5528F" w14:textId="16EACE82" w:rsidR="000C665A" w:rsidRPr="00EF201E" w:rsidRDefault="00223DA2" w:rsidP="000C665A">
      <w:pPr>
        <w:spacing w:after="180"/>
      </w:pPr>
      <w:r w:rsidRPr="00EF201E">
        <w:t>S</w:t>
      </w:r>
      <w:r w:rsidR="000C665A" w:rsidRPr="00EF201E">
        <w:t xml:space="preserve">tudents may be able to use Newton’s second law when performing calculations, but a superficial knowledge of the use of formulae may mask qualitative misunderstandings and misconceptions </w:t>
      </w:r>
      <w:r w:rsidR="000C665A" w:rsidRPr="00EF201E">
        <w:fldChar w:fldCharType="begin"/>
      </w:r>
      <w:r w:rsidR="000C665A" w:rsidRPr="00EF201E">
        <w:instrText xml:space="preserve"> ADDIN ZOTERO_ITEM CSL_CITATION {"citationID":"Zta7xy6w","properties":{"formattedCitation":"(Viennot, 1979; Clement, 1982)","plainCitation":"(Viennot, 1979; Clement, 1982)","noteIndex":0},"citationItems":[{"id":288,"uris":["http://zotero.org/users/local/3VO4g2Eh/items/UEWRZJEL"],"uri":["http://zotero.org/users/local/3VO4g2Eh/items/UEWRZJEL"],"itemData":{"id":288,"type":"article-journal","container-title":"European Journal of Science Education","DOI":"10.1080/0140528790010209","ISSN":"0140-5284","issue":"2","journalAbbreviation":"European Journal of Science Education","language":"en","page":"205-221","source":"DOI.org (Crossref)","title":"Spontaneous Reasoning in Elementary Dynamics","volume":"1","author":[{"family":"Viennot","given":"L."}],"issued":{"date-parts":[["1979",1]]}}},{"id":186,"uris":["http://zotero.org/users/local/3VO4g2Eh/items/BEEWUU5A"],"uri":["http://zotero.org/users/local/3VO4g2Eh/items/BEEWUU5A"],"itemData":{"id":186,"type":"article-journal","container-title":"American Journal of Physics","DOI":"10.1119/1.12989","ISSN":"0002-9505, 1943-2909","issue":"1","journalAbbreviation":"American Journal of Physics","language":"en","page":"66-71","source":"DOI.org (Crossref)","title":"Students’ preconceptions in introductory mechanics","volume":"50","author":[{"family":"Clement","given":"John"}],"issued":{"date-parts":[["1982",1]]}}}],"schema":"https://github.com/citation-style-language/schema/raw/master/csl-citation.json"} </w:instrText>
      </w:r>
      <w:r w:rsidR="000C665A" w:rsidRPr="00EF201E">
        <w:fldChar w:fldCharType="separate"/>
      </w:r>
      <w:r w:rsidR="000C665A" w:rsidRPr="00EF201E">
        <w:rPr>
          <w:rFonts w:ascii="Calibri" w:hAnsi="Calibri" w:cs="Calibri"/>
        </w:rPr>
        <w:t>(Viennot, 1979; Clement, 1982)</w:t>
      </w:r>
      <w:r w:rsidR="000C665A" w:rsidRPr="00EF201E">
        <w:fldChar w:fldCharType="end"/>
      </w:r>
      <w:r w:rsidR="000C665A" w:rsidRPr="00EF201E">
        <w:t>.</w:t>
      </w:r>
      <w:r w:rsidR="005C154A" w:rsidRPr="00EF201E">
        <w:t xml:space="preserve"> </w:t>
      </w:r>
      <w:r w:rsidR="000C665A" w:rsidRPr="00EF201E">
        <w:t>They may demonstrate rote learning of Newton’s laws without an understanding of how to apply them and may focus on superficial features of physical situations rather than applying general principles</w:t>
      </w:r>
      <w:r w:rsidR="00FD51DE" w:rsidRPr="00EF201E">
        <w:t xml:space="preserve"> </w:t>
      </w:r>
      <w:r w:rsidR="00FD51DE" w:rsidRPr="00EF201E">
        <w:fldChar w:fldCharType="begin"/>
      </w:r>
      <w:r w:rsidR="00FD51DE" w:rsidRPr="00EF201E">
        <w:instrText xml:space="preserve"> ADDIN ZOTERO_ITEM CSL_CITATION {"citationID":"H6zrzuS7","properties":{"formattedCitation":"(Lemmer, 2013)","plainCitation":"(Lemmer, 2013)","noteIndex":0},"citationItems":[{"id":139,"uris":["http://zotero.org/users/local/3VO4g2Eh/items/Q99D3R5G"],"uri":["http://zotero.org/users/local/3VO4g2Eh/items/Q99D3R5G"],"itemData":{"id":139,"type":"article-journal","container-title":"International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rsidR="00FD51DE" w:rsidRPr="00EF201E">
        <w:fldChar w:fldCharType="separate"/>
      </w:r>
      <w:r w:rsidR="00FD51DE" w:rsidRPr="00EF201E">
        <w:rPr>
          <w:rFonts w:ascii="Calibri" w:hAnsi="Calibri" w:cs="Calibri"/>
        </w:rPr>
        <w:t>(Lemmer, 2013)</w:t>
      </w:r>
      <w:r w:rsidR="00FD51DE" w:rsidRPr="00EF201E">
        <w:fldChar w:fldCharType="end"/>
      </w:r>
      <w:r w:rsidR="000C665A" w:rsidRPr="00EF201E">
        <w:t>.</w:t>
      </w:r>
    </w:p>
    <w:p w14:paraId="2971E443" w14:textId="269120B7" w:rsidR="00806951" w:rsidRPr="00EF201E" w:rsidRDefault="00CA11CA" w:rsidP="00806951">
      <w:pPr>
        <w:spacing w:after="180"/>
      </w:pPr>
      <w:bookmarkStart w:id="2" w:name="_Hlk95818266"/>
      <w:r w:rsidRPr="00EF201E">
        <w:t xml:space="preserve">The research suggests that there is little evidence of any trends with age in students conceptions about forces and motion even following teaching about Newtonian mechanics </w:t>
      </w:r>
      <w:r w:rsidRPr="00EF201E">
        <w:fldChar w:fldCharType="begin"/>
      </w:r>
      <w:r w:rsidRPr="00EF201E">
        <w:instrText xml:space="preserve"> ADDIN ZOTERO_ITEM CSL_CITATION {"citationID":"i4vAe7vx","properties":{"formattedCitation":"(Twigger {\\i{}et al.}, 1994)","plainCitation":"(Twigger et al., 1994)","noteIndex":0},"citationItems":[{"id":294,"uris":["http://zotero.org/users/local/3VO4g2Eh/items/WYN8D88C"],"uri":["http://zotero.org/users/local/3VO4g2Eh/items/WYN8D88C"],"itemData":{"id":294,"type":"article-journal","container-title":"International Journal of Science Education","DOI":"10.1080/0950069940160209","ISSN":"0950-0693, 1464-5289","issue":"2","journalAbbreviation":"International Journal of Science Education","language":"en","page":"215-229","source":"DOI.org (Crossref)","title":"The conception of force and motion of students aged between 10 and 15 years: an interview study designed to guide instruction","title-short":"The conception of force and motion of students aged between 10 and 15 years","volume":"16","author":[{"family":"Twigger","given":"Daryll"},{"family":"Byard","given":"Malcolm"},{"family":"Driver","given":"Rosalind"},{"family":"Draper","given":"Stephen"},{"family":"Hartley","given":"Roger"},{"family":"Hennessy","given":"Sara"},{"family":"Mohamed","given":"Ramzan"},{"family":"O'Malley","given":"Claire"},{"family":"O'Shea","given":"Tim"},{"family":"Scanlon","given":"Eileen"}],"issued":{"date-parts":[["1994",3]]}}}],"schema":"https://github.com/citation-style-language/schema/raw/master/csl-citation.json"} </w:instrText>
      </w:r>
      <w:r w:rsidRPr="00EF201E">
        <w:fldChar w:fldCharType="separate"/>
      </w:r>
      <w:r w:rsidRPr="00EF201E">
        <w:rPr>
          <w:rFonts w:ascii="Calibri" w:hAnsi="Calibri" w:cs="Calibri"/>
          <w:szCs w:val="24"/>
        </w:rPr>
        <w:t xml:space="preserve">(Twigger </w:t>
      </w:r>
      <w:r w:rsidRPr="00EF201E">
        <w:rPr>
          <w:rFonts w:ascii="Calibri" w:hAnsi="Calibri" w:cs="Calibri"/>
          <w:i/>
          <w:iCs/>
          <w:szCs w:val="24"/>
        </w:rPr>
        <w:t>et al.</w:t>
      </w:r>
      <w:r w:rsidRPr="00EF201E">
        <w:rPr>
          <w:rFonts w:ascii="Calibri" w:hAnsi="Calibri" w:cs="Calibri"/>
          <w:szCs w:val="24"/>
        </w:rPr>
        <w:t>, 1994)</w:t>
      </w:r>
      <w:r w:rsidRPr="00EF201E">
        <w:fldChar w:fldCharType="end"/>
      </w:r>
      <w:r w:rsidR="00806951" w:rsidRPr="00EF201E">
        <w:t xml:space="preserve">, and that students’ ideas about forces may be applied inconsistently, with different ideas applied to different situations according to surface features </w:t>
      </w:r>
      <w:r w:rsidR="00806951" w:rsidRPr="00EF201E">
        <w:fldChar w:fldCharType="begin"/>
      </w:r>
      <w:r w:rsidR="00806951" w:rsidRPr="00EF201E">
        <w:instrText xml:space="preserve"> ADDIN ZOTERO_ITEM CSL_CITATION {"citationID":"yacjgX3c","properties":{"formattedCitation":"(Finegold and Gorsky, 1991; Alonzo and Steedle, 2009)","plainCitation":"(Finegold and Gorsky, 1991; Alonzo and Steedle, 2009)","noteIndex":0},"citationItems":[{"id":297,"uris":["http://zotero.org/users/local/3VO4g2Eh/items/YMJVTCDC"],"uri":["http://zotero.org/users/local/3VO4g2Eh/items/YMJVTCDC"],"itemData":{"id":297,"type":"article-journal","container-title":"International Journal of Science Education","DOI":"10.1080/0950069910130109","ISSN":"0950-0693, 1464-5289","issue":"1","journalAbbreviation":"International Journal of Science Education","language":"en","page":"97-113","source":"DOI.org (Crossref)","title":"Students’ concepts of force as applied to related physical systems: A search for consistency","title-short":"Students’ concepts of force as applied to related physical systems","volume":"13","author":[{"family":"Finegold","given":"M."},{"family":"Gorsky","given":"P."}],"issued":{"date-parts":[["1991",1]]}}},{"id":16,"uris":["http://zotero.org/users/local/3VO4g2Eh/items/D3FCY86T"],"uri":["http://zotero.org/users/local/3VO4g2Eh/items/D3FCY86T"],"itemData":{"id":16,"type":"article-journal","container-title":"Science Education","DOI":"10.1002/sce.20303","ISSN":"00368326, 1098237X","issue":"3","journalAbbreviation":"Sci. Ed.","language":"en","page":"389-421","source":"DOI.org (Crossref)","title":"Developing and assessing a force and motion learning progression","volume":"93","author":[{"family":"Alonzo","given":"Alicia C."},{"family":"Steedle","given":"Jeffrey T."}],"issued":{"date-parts":[["2009",5]]}}}],"schema":"https://github.com/citation-style-language/schema/raw/master/csl-citation.json"} </w:instrText>
      </w:r>
      <w:r w:rsidR="00806951" w:rsidRPr="00EF201E">
        <w:fldChar w:fldCharType="separate"/>
      </w:r>
      <w:r w:rsidR="00806951" w:rsidRPr="00EF201E">
        <w:rPr>
          <w:rFonts w:ascii="Calibri" w:hAnsi="Calibri" w:cs="Calibri"/>
        </w:rPr>
        <w:t>(Finegold and Gorsky, 1991; Alonzo and Steedle, 2009)</w:t>
      </w:r>
      <w:r w:rsidR="00806951" w:rsidRPr="00EF201E">
        <w:fldChar w:fldCharType="end"/>
      </w:r>
      <w:r w:rsidR="00806951" w:rsidRPr="00EF201E">
        <w:t>.</w:t>
      </w:r>
    </w:p>
    <w:p w14:paraId="7CA552FD" w14:textId="77777777" w:rsidR="00462690" w:rsidRPr="00EF201E" w:rsidRDefault="00462690" w:rsidP="00462690">
      <w:pPr>
        <w:autoSpaceDE w:val="0"/>
        <w:autoSpaceDN w:val="0"/>
        <w:adjustRightInd w:val="0"/>
        <w:spacing w:after="120" w:line="264" w:lineRule="auto"/>
        <w:rPr>
          <w:rFonts w:cstheme="minorHAnsi"/>
        </w:rPr>
      </w:pPr>
      <w:r w:rsidRPr="00EF201E">
        <w:t xml:space="preserve">Rearranging formulae is something that students can often find challenging </w:t>
      </w:r>
      <w:r w:rsidRPr="00EF201E">
        <w:fldChar w:fldCharType="begin"/>
      </w:r>
      <w:r w:rsidRPr="00EF201E">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format="utc"&gt;1552293995&lt;/last-updated-date&gt;&lt;/record&gt;&lt;/Cite&gt;&lt;Cite&gt;&lt;Author&gt;Boohan&lt;/Author&gt;&lt;Year&gt;2016&lt;/Year&gt;&lt;IDText&gt;The Language of Mathematics in Science: A guide for teachers of 11-16 science  &lt;/IDText&gt;&lt;record&gt;&lt;titles&gt;&lt;title&gt;The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Pr="00EF201E">
        <w:fldChar w:fldCharType="separate"/>
      </w:r>
      <w:r w:rsidRPr="00EF201E">
        <w:rPr>
          <w:noProof/>
        </w:rPr>
        <w:t>(Boohan, 2016)</w:t>
      </w:r>
      <w:r w:rsidRPr="00EF201E">
        <w:fldChar w:fldCharType="end"/>
      </w:r>
      <w:r w:rsidRPr="00EF201E">
        <w:t xml:space="preserve">. </w:t>
      </w:r>
      <w:r w:rsidRPr="00EF201E">
        <w:rPr>
          <w:rFonts w:cstheme="minorHAnsi"/>
        </w:rPr>
        <w:t xml:space="preserve">The difficulty in students being able to use maths in physics may be that they can’t do the maths, but it could also be to do with students struggling with the way symbols in equations are used to make meaning differently in maths and physics </w:t>
      </w:r>
      <w:r w:rsidRPr="00EF201E">
        <w:rPr>
          <w:rFonts w:cstheme="minorHAnsi"/>
        </w:rPr>
        <w:fldChar w:fldCharType="begin"/>
      </w:r>
      <w:r w:rsidRPr="00EF201E">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sidRPr="00EF201E">
        <w:rPr>
          <w:rFonts w:cstheme="minorHAnsi"/>
        </w:rPr>
        <w:fldChar w:fldCharType="separate"/>
      </w:r>
      <w:r w:rsidRPr="00EF201E">
        <w:rPr>
          <w:rFonts w:cstheme="minorHAnsi"/>
          <w:noProof/>
        </w:rPr>
        <w:t>(Redish and Kuo, 2015)</w:t>
      </w:r>
      <w:r w:rsidRPr="00EF201E">
        <w:rPr>
          <w:rFonts w:cstheme="minorHAnsi"/>
        </w:rPr>
        <w:fldChar w:fldCharType="end"/>
      </w:r>
      <w:r w:rsidRPr="00EF201E">
        <w:rPr>
          <w:rFonts w:cstheme="minorHAnsi"/>
        </w:rPr>
        <w:t>.</w:t>
      </w:r>
    </w:p>
    <w:p w14:paraId="6D6D9D42" w14:textId="77777777" w:rsidR="00462690" w:rsidRPr="00EF201E" w:rsidRDefault="00462690" w:rsidP="00462690">
      <w:pPr>
        <w:autoSpaceDE w:val="0"/>
        <w:autoSpaceDN w:val="0"/>
        <w:adjustRightInd w:val="0"/>
        <w:spacing w:after="120" w:line="264" w:lineRule="auto"/>
        <w:rPr>
          <w:rFonts w:cstheme="minorHAnsi"/>
        </w:rPr>
      </w:pPr>
      <w:r w:rsidRPr="00EF201E">
        <w:rPr>
          <w:rFonts w:cstheme="minorHAnsi"/>
        </w:rPr>
        <w:t xml:space="preserve">In physics each symbol in an equation is connected to a physical variable. Students are required to perform mathematical operations with the equation and then connect the mathematical operations and the results of calculations to their implications in the physical world </w:t>
      </w:r>
      <w:r w:rsidRPr="00EF201E">
        <w:rPr>
          <w:rFonts w:cstheme="minorHAnsi"/>
        </w:rPr>
        <w:fldChar w:fldCharType="begin"/>
      </w:r>
      <w:r w:rsidRPr="00EF201E">
        <w:rPr>
          <w:rFonts w:cstheme="minorHAnsi"/>
        </w:rPr>
        <w:instrText xml:space="preserve"> ADDIN EN.CITE &lt;EndNote&gt;&lt;Cite&gt;&lt;Author&gt;Redish&lt;/Author&gt;&lt;Year&gt;2015&lt;/Year&gt;&lt;IDText&gt;Language of physics, language of math: Disciplinary culture and dynamic epistemol&lt;/IDText&gt;&lt;DisplayText&gt;(Redish and Kuo, 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sidRPr="00EF201E">
        <w:rPr>
          <w:rFonts w:cstheme="minorHAnsi"/>
        </w:rPr>
        <w:fldChar w:fldCharType="separate"/>
      </w:r>
      <w:r w:rsidRPr="00EF201E">
        <w:rPr>
          <w:rFonts w:cstheme="minorHAnsi"/>
          <w:noProof/>
        </w:rPr>
        <w:t>(Redish and Kuo, 2015)</w:t>
      </w:r>
      <w:r w:rsidRPr="00EF201E">
        <w:rPr>
          <w:rFonts w:cstheme="minorHAnsi"/>
        </w:rPr>
        <w:fldChar w:fldCharType="end"/>
      </w:r>
      <w:r w:rsidRPr="00EF201E">
        <w:rPr>
          <w:rFonts w:cstheme="minorHAnsi"/>
        </w:rPr>
        <w:t>. To show mastery in physics students should be able to explain their equations in words, however at age 14-16 students often hide an incomplete understanding as they can calculate correct answers by treating equations just as mathematical operations without a good understanding of the physics that may be necessary for their future studies.</w:t>
      </w:r>
    </w:p>
    <w:p w14:paraId="2136D5CE" w14:textId="77777777" w:rsidR="00462690" w:rsidRPr="00EF201E" w:rsidRDefault="00462690" w:rsidP="00462690">
      <w:pPr>
        <w:spacing w:after="180"/>
        <w:rPr>
          <w:rFonts w:cstheme="minorHAnsi"/>
          <w:color w:val="000000"/>
          <w:szCs w:val="19"/>
        </w:rPr>
      </w:pPr>
      <w:proofErr w:type="spellStart"/>
      <w:r w:rsidRPr="00EF201E">
        <w:lastRenderedPageBreak/>
        <w:t>Redish</w:t>
      </w:r>
      <w:proofErr w:type="spellEnd"/>
      <w:r w:rsidRPr="00EF201E">
        <w:t xml:space="preserve"> and </w:t>
      </w:r>
      <w:proofErr w:type="spellStart"/>
      <w:r w:rsidRPr="00EF201E">
        <w:t>Kuo</w:t>
      </w:r>
      <w:proofErr w:type="spellEnd"/>
      <w:r w:rsidRPr="00EF201E">
        <w:t xml:space="preserve"> </w:t>
      </w:r>
      <w:r w:rsidRPr="00EF201E">
        <w:fldChar w:fldCharType="begin"/>
      </w:r>
      <w:r w:rsidRPr="00EF201E">
        <w:instrText xml:space="preserve"> ADDIN EN.CITE &lt;EndNote&gt;&lt;Cite ExcludeAuth="1"&gt;&lt;Author&gt;Redish&lt;/Author&gt;&lt;Year&gt;2015&lt;/Year&gt;&lt;IDText&gt;Language of physics, language of math: Disciplinary culture and dynamic epistemol&lt;/IDText&gt;&lt;DisplayText&gt;(2015)&lt;/DisplayText&gt;&lt;record&gt;&lt;titles&gt;&lt;title&gt;Language of physics, language of math: Disciplinary culture and dynamic epistemol&lt;/title&gt;&lt;secondary-title&gt;Science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format="utc"&gt;1594396253&lt;/last-updated-date&gt;&lt;volume&gt;24&lt;/volume&gt;&lt;/record&gt;&lt;/Cite&gt;&lt;/EndNote&gt;</w:instrText>
      </w:r>
      <w:r w:rsidRPr="00EF201E">
        <w:fldChar w:fldCharType="separate"/>
      </w:r>
      <w:r w:rsidRPr="00EF201E">
        <w:rPr>
          <w:noProof/>
        </w:rPr>
        <w:t>(2015)</w:t>
      </w:r>
      <w:r w:rsidRPr="00EF201E">
        <w:fldChar w:fldCharType="end"/>
      </w:r>
      <w:r w:rsidRPr="00EF201E">
        <w:t xml:space="preserve"> suggest for many students, the first step in physics calculations needs to be highlighting the physical meaning, which can later be tied to the formal mathematical laws. </w:t>
      </w:r>
      <w:r w:rsidRPr="00EF201E">
        <w:rPr>
          <w:rFonts w:cstheme="minorHAnsi"/>
          <w:color w:val="000000"/>
          <w:szCs w:val="19"/>
        </w:rPr>
        <w:t>This can help students by giving meaning to equations, so analysis of problems is no longer a ‘brittle rote procedure’. It can also lead to conceptual short cuts that enable students to access more challenging problems. For many experienced physicists, physical meaning is gained by beginning with the mathematical relations that come easily to them, but their strategy is less effective for many learners.</w:t>
      </w:r>
    </w:p>
    <w:p w14:paraId="4FB4F7CF" w14:textId="77777777" w:rsidR="00462690" w:rsidRPr="00EF201E" w:rsidRDefault="00462690" w:rsidP="00462690">
      <w:pPr>
        <w:spacing w:after="180"/>
      </w:pPr>
      <w:r w:rsidRPr="00EF201E">
        <w:t xml:space="preserve">Boohan </w:t>
      </w:r>
      <w:r w:rsidRPr="00EF201E">
        <w:fldChar w:fldCharType="begin"/>
      </w:r>
      <w:r w:rsidRPr="00EF201E">
        <w:instrText xml:space="preserve"> ADDIN EN.CITE &lt;EndNote&gt;&lt;Cite ExcludeAuth="1"&gt;&lt;Author&gt;Boohan&lt;/Author&gt;&lt;Year&gt;2016&lt;/Year&gt;&lt;IDText&gt;The Language of Mathematics in Science: A guide for teachers of 11-16 science  &lt;/IDText&gt;&lt;DisplayText&gt;(2016)&lt;/DisplayText&gt;&lt;record&gt;&lt;titles&gt;&lt;title&gt;The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Pr="00EF201E">
        <w:fldChar w:fldCharType="separate"/>
      </w:r>
      <w:r w:rsidRPr="00EF201E">
        <w:rPr>
          <w:noProof/>
        </w:rPr>
        <w:t>(2016)</w:t>
      </w:r>
      <w:r w:rsidRPr="00EF201E">
        <w:fldChar w:fldCharType="end"/>
      </w:r>
      <w:r w:rsidRPr="00EF201E">
        <w:t xml:space="preserve"> describes four steps to rearranging formulae involving multiplication and division: first swap sides if necessary, so the variable to be made the subject of the formula is on the left; then multiply or divide both sides by the same variable(s) to leave the subject of the equation on its own; the third step is to cancel out these variables on the left hand side. Finally students should always check that the meaning of the new equation makes sense. Through this process, confident students might take shortcuts, but Boohan recommends that teaching always emphasises an understanding of the principles by carrying out all the steps.</w:t>
      </w:r>
    </w:p>
    <w:bookmarkEnd w:id="2"/>
    <w:p w14:paraId="7EEC2C12" w14:textId="4F8AFDC8" w:rsidR="00FB1FF6" w:rsidRPr="00EF201E" w:rsidRDefault="00FB1FF6" w:rsidP="00FB1FF6">
      <w:pPr>
        <w:spacing w:after="180"/>
        <w:rPr>
          <w:b/>
          <w:color w:val="5F497A" w:themeColor="accent4" w:themeShade="BF"/>
          <w:sz w:val="24"/>
        </w:rPr>
      </w:pPr>
      <w:r w:rsidRPr="00EF201E">
        <w:rPr>
          <w:b/>
          <w:color w:val="5F497A" w:themeColor="accent4" w:themeShade="BF"/>
          <w:sz w:val="24"/>
        </w:rPr>
        <w:t>References</w:t>
      </w:r>
    </w:p>
    <w:p w14:paraId="3ADEC6D9" w14:textId="77777777" w:rsidR="000259B8" w:rsidRPr="00EF201E" w:rsidRDefault="00FB3175" w:rsidP="00212C4F">
      <w:pPr>
        <w:pStyle w:val="Bibliography"/>
        <w:spacing w:after="120"/>
        <w:ind w:left="426" w:hanging="426"/>
        <w:rPr>
          <w:rFonts w:ascii="Calibri" w:hAnsi="Calibri" w:cs="Calibri"/>
        </w:rPr>
      </w:pPr>
      <w:r w:rsidRPr="00EF201E">
        <w:fldChar w:fldCharType="begin"/>
      </w:r>
      <w:r w:rsidRPr="00EF201E">
        <w:instrText xml:space="preserve"> ADDIN ZOTERO_BIBL {"uncited":[],"omitted":[],"custom":[]} CSL_BIBLIOGRAPHY </w:instrText>
      </w:r>
      <w:r w:rsidRPr="00EF201E">
        <w:fldChar w:fldCharType="separate"/>
      </w:r>
      <w:r w:rsidR="000259B8" w:rsidRPr="00EF201E">
        <w:rPr>
          <w:rFonts w:ascii="Calibri" w:hAnsi="Calibri" w:cs="Calibri"/>
        </w:rPr>
        <w:t xml:space="preserve">Alonzo, A.C. and Steedle, J.T. (2009) ‘Developing and assessing a force and motion learning progression’, </w:t>
      </w:r>
      <w:r w:rsidR="000259B8" w:rsidRPr="00EF201E">
        <w:rPr>
          <w:rFonts w:ascii="Calibri" w:hAnsi="Calibri" w:cs="Calibri"/>
          <w:i/>
          <w:iCs/>
        </w:rPr>
        <w:t>Science Education</w:t>
      </w:r>
      <w:r w:rsidR="000259B8" w:rsidRPr="00EF201E">
        <w:rPr>
          <w:rFonts w:ascii="Calibri" w:hAnsi="Calibri" w:cs="Calibri"/>
        </w:rPr>
        <w:t>, 93(3), pp. 389–421. doi:10.1002/sce.20303.</w:t>
      </w:r>
    </w:p>
    <w:p w14:paraId="55A7772B" w14:textId="77777777" w:rsidR="00462690" w:rsidRPr="00EF201E" w:rsidRDefault="00462690" w:rsidP="00462690">
      <w:pPr>
        <w:pStyle w:val="EndNoteBibliography"/>
        <w:spacing w:after="120"/>
        <w:ind w:left="426" w:hanging="426"/>
      </w:pPr>
      <w:r w:rsidRPr="00EF201E">
        <w:t xml:space="preserve">Boohan, R. (2016). </w:t>
      </w:r>
      <w:r w:rsidRPr="00EF201E">
        <w:rPr>
          <w:i/>
        </w:rPr>
        <w:t xml:space="preserve">The Language of Mathematics in Science: A guide for teachers of 11-16 science </w:t>
      </w:r>
      <w:r w:rsidRPr="00EF201E">
        <w:t>Hartfield, Herts: Association for Science Education.</w:t>
      </w:r>
    </w:p>
    <w:p w14:paraId="0F7F3CF0"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Clement, J. (1982) ‘Students’ preconceptions in introductory mechanics’, </w:t>
      </w:r>
      <w:r w:rsidRPr="00EF201E">
        <w:rPr>
          <w:rFonts w:ascii="Calibri" w:hAnsi="Calibri" w:cs="Calibri"/>
          <w:i/>
          <w:iCs/>
        </w:rPr>
        <w:t>American Journal of Physics</w:t>
      </w:r>
      <w:r w:rsidRPr="00EF201E">
        <w:rPr>
          <w:rFonts w:ascii="Calibri" w:hAnsi="Calibri" w:cs="Calibri"/>
        </w:rPr>
        <w:t>, 50(1), pp. 66–71. doi:10.1119/1.12989.</w:t>
      </w:r>
    </w:p>
    <w:p w14:paraId="1F518F51"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Driver, R. </w:t>
      </w:r>
      <w:r w:rsidRPr="00EF201E">
        <w:rPr>
          <w:rFonts w:ascii="Calibri" w:hAnsi="Calibri" w:cs="Calibri"/>
          <w:i/>
          <w:iCs/>
        </w:rPr>
        <w:t>et al.</w:t>
      </w:r>
      <w:r w:rsidRPr="00EF201E">
        <w:rPr>
          <w:rFonts w:ascii="Calibri" w:hAnsi="Calibri" w:cs="Calibri"/>
        </w:rPr>
        <w:t xml:space="preserve"> (1994) </w:t>
      </w:r>
      <w:r w:rsidRPr="00EF201E">
        <w:rPr>
          <w:rFonts w:ascii="Calibri" w:hAnsi="Calibri" w:cs="Calibri"/>
          <w:i/>
          <w:iCs/>
        </w:rPr>
        <w:t>Making sense of secondary science</w:t>
      </w:r>
      <w:r w:rsidRPr="00EF201E">
        <w:rPr>
          <w:rFonts w:ascii="Calibri" w:hAnsi="Calibri" w:cs="Calibri"/>
        </w:rPr>
        <w:t>. London: Routledge.</w:t>
      </w:r>
    </w:p>
    <w:p w14:paraId="16F3DEE2"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Finegold, M. and Gorsky, P. (1991) ‘Students’ concepts of force as applied to related physical systems: A search for consistency’, </w:t>
      </w:r>
      <w:r w:rsidRPr="00EF201E">
        <w:rPr>
          <w:rFonts w:ascii="Calibri" w:hAnsi="Calibri" w:cs="Calibri"/>
          <w:i/>
          <w:iCs/>
        </w:rPr>
        <w:t>International Journal of Science Education</w:t>
      </w:r>
      <w:r w:rsidRPr="00EF201E">
        <w:rPr>
          <w:rFonts w:ascii="Calibri" w:hAnsi="Calibri" w:cs="Calibri"/>
        </w:rPr>
        <w:t>, 13(1), pp. 97–113. doi:10.1080/0950069910130109.</w:t>
      </w:r>
    </w:p>
    <w:p w14:paraId="1AAA6FA2"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Galili, I. (2001) ‘Weight versus gravitational force: Historical and educational perspectives’, </w:t>
      </w:r>
      <w:r w:rsidRPr="00EF201E">
        <w:rPr>
          <w:rFonts w:ascii="Calibri" w:hAnsi="Calibri" w:cs="Calibri"/>
          <w:i/>
          <w:iCs/>
        </w:rPr>
        <w:t>International Journal of Science Education</w:t>
      </w:r>
      <w:r w:rsidRPr="00EF201E">
        <w:rPr>
          <w:rFonts w:ascii="Calibri" w:hAnsi="Calibri" w:cs="Calibri"/>
        </w:rPr>
        <w:t>, 23(10), pp. 1073–1093. doi:10.1080/09500690110038585.</w:t>
      </w:r>
    </w:p>
    <w:p w14:paraId="17895DE4"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Gunstone, R.F. and White, R.T. (1981) ‘Understanding of gravity’, </w:t>
      </w:r>
      <w:r w:rsidRPr="00EF201E">
        <w:rPr>
          <w:rFonts w:ascii="Calibri" w:hAnsi="Calibri" w:cs="Calibri"/>
          <w:i/>
          <w:iCs/>
        </w:rPr>
        <w:t>Science Education</w:t>
      </w:r>
      <w:r w:rsidRPr="00EF201E">
        <w:rPr>
          <w:rFonts w:ascii="Calibri" w:hAnsi="Calibri" w:cs="Calibri"/>
        </w:rPr>
        <w:t>, 65(3), pp. 291–299. doi:10.1002/sce.3730650308.</w:t>
      </w:r>
    </w:p>
    <w:p w14:paraId="0BE3A49C"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Halloun, I.A. and Hestenes, D. (1985) ‘Common sense concepts about motion’, </w:t>
      </w:r>
      <w:r w:rsidRPr="00EF201E">
        <w:rPr>
          <w:rFonts w:ascii="Calibri" w:hAnsi="Calibri" w:cs="Calibri"/>
          <w:i/>
          <w:iCs/>
        </w:rPr>
        <w:t>American Journal of Physics</w:t>
      </w:r>
      <w:r w:rsidRPr="00EF201E">
        <w:rPr>
          <w:rFonts w:ascii="Calibri" w:hAnsi="Calibri" w:cs="Calibri"/>
        </w:rPr>
        <w:t>, 53(11), pp. 1056–1065. doi:10.1119/1.14031.</w:t>
      </w:r>
    </w:p>
    <w:p w14:paraId="15629B0E"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Lemmer, M. (2013) ‘Nature, Cause and Effect of Students’ Intuitive Conceptions Regarding Changes in Velocity’, </w:t>
      </w:r>
      <w:r w:rsidRPr="00EF201E">
        <w:rPr>
          <w:rFonts w:ascii="Calibri" w:hAnsi="Calibri" w:cs="Calibri"/>
          <w:i/>
          <w:iCs/>
        </w:rPr>
        <w:t>International Journal of Science Education</w:t>
      </w:r>
      <w:r w:rsidRPr="00EF201E">
        <w:rPr>
          <w:rFonts w:ascii="Calibri" w:hAnsi="Calibri" w:cs="Calibri"/>
        </w:rPr>
        <w:t>, 35(2), pp. 239–261. doi:10.1080/09500693.2011.647110.</w:t>
      </w:r>
    </w:p>
    <w:p w14:paraId="02E328D4"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McCloskey, M. (1983) ‘Intuitive Physics’, </w:t>
      </w:r>
      <w:r w:rsidRPr="00EF201E">
        <w:rPr>
          <w:rFonts w:ascii="Calibri" w:hAnsi="Calibri" w:cs="Calibri"/>
          <w:i/>
          <w:iCs/>
        </w:rPr>
        <w:t>Scientific American</w:t>
      </w:r>
      <w:r w:rsidRPr="00EF201E">
        <w:rPr>
          <w:rFonts w:ascii="Calibri" w:hAnsi="Calibri" w:cs="Calibri"/>
        </w:rPr>
        <w:t>, 248(4).</w:t>
      </w:r>
    </w:p>
    <w:p w14:paraId="649DB796"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Minstrell, J. (1982) ‘Explaining the ’’at rest’’ condition of an object’, </w:t>
      </w:r>
      <w:r w:rsidRPr="00EF201E">
        <w:rPr>
          <w:rFonts w:ascii="Calibri" w:hAnsi="Calibri" w:cs="Calibri"/>
          <w:i/>
          <w:iCs/>
        </w:rPr>
        <w:t>The Physics Teacher</w:t>
      </w:r>
      <w:r w:rsidRPr="00EF201E">
        <w:rPr>
          <w:rFonts w:ascii="Calibri" w:hAnsi="Calibri" w:cs="Calibri"/>
        </w:rPr>
        <w:t>, 20(1), pp. 10–14. doi:10.1119/1.2340924.</w:t>
      </w:r>
    </w:p>
    <w:p w14:paraId="4F07170A" w14:textId="77777777" w:rsidR="00462690" w:rsidRPr="00EF201E" w:rsidRDefault="00462690" w:rsidP="00462690">
      <w:pPr>
        <w:pStyle w:val="EndNoteBibliography"/>
        <w:spacing w:after="120"/>
        <w:ind w:left="426" w:hanging="426"/>
      </w:pPr>
      <w:r w:rsidRPr="00EF201E">
        <w:t xml:space="preserve">Redish, E. F. and Kuo, E. (2015). Language of physics, language of math: Disciplinary culture and dynamic epistemol. </w:t>
      </w:r>
      <w:r w:rsidRPr="00EF201E">
        <w:rPr>
          <w:i/>
        </w:rPr>
        <w:t>Science and Education,</w:t>
      </w:r>
      <w:r w:rsidRPr="00EF201E">
        <w:t xml:space="preserve"> 24</w:t>
      </w:r>
      <w:r w:rsidRPr="00EF201E">
        <w:rPr>
          <w:b/>
        </w:rPr>
        <w:t>,</w:t>
      </w:r>
      <w:r w:rsidRPr="00EF201E">
        <w:t xml:space="preserve"> 561-590.</w:t>
      </w:r>
    </w:p>
    <w:p w14:paraId="1198D04F"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lastRenderedPageBreak/>
        <w:t xml:space="preserve">Reif, F. and Allen, S. (1992) ‘Cognition for Interpreting Scientific Concepts: A Study of Acceleration’, </w:t>
      </w:r>
      <w:r w:rsidRPr="00EF201E">
        <w:rPr>
          <w:rFonts w:ascii="Calibri" w:hAnsi="Calibri" w:cs="Calibri"/>
          <w:i/>
          <w:iCs/>
        </w:rPr>
        <w:t>Cognition and Instruction</w:t>
      </w:r>
      <w:r w:rsidRPr="00EF201E">
        <w:rPr>
          <w:rFonts w:ascii="Calibri" w:hAnsi="Calibri" w:cs="Calibri"/>
        </w:rPr>
        <w:t>, 9(1), pp. 1–44. doi:10.1207/s1532690xci0901_1.</w:t>
      </w:r>
    </w:p>
    <w:p w14:paraId="1A12C2E6"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Twigger, D. </w:t>
      </w:r>
      <w:r w:rsidRPr="00EF201E">
        <w:rPr>
          <w:rFonts w:ascii="Calibri" w:hAnsi="Calibri" w:cs="Calibri"/>
          <w:i/>
          <w:iCs/>
        </w:rPr>
        <w:t>et al.</w:t>
      </w:r>
      <w:r w:rsidRPr="00EF201E">
        <w:rPr>
          <w:rFonts w:ascii="Calibri" w:hAnsi="Calibri" w:cs="Calibri"/>
        </w:rPr>
        <w:t xml:space="preserve"> (1994) ‘The conception of force and motion of students aged between 10 and 15 years: an interview study designed to guide instruction’, </w:t>
      </w:r>
      <w:r w:rsidRPr="00EF201E">
        <w:rPr>
          <w:rFonts w:ascii="Calibri" w:hAnsi="Calibri" w:cs="Calibri"/>
          <w:i/>
          <w:iCs/>
        </w:rPr>
        <w:t>International Journal of Science Education</w:t>
      </w:r>
      <w:r w:rsidRPr="00EF201E">
        <w:rPr>
          <w:rFonts w:ascii="Calibri" w:hAnsi="Calibri" w:cs="Calibri"/>
        </w:rPr>
        <w:t>, 16(2), pp. 215–229. doi:10.1080/0950069940160209.</w:t>
      </w:r>
    </w:p>
    <w:p w14:paraId="5CCBB5F6"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Viennot, L. (1979) ‘Spontaneous Reasoning in Elementary Dynamics’, </w:t>
      </w:r>
      <w:r w:rsidRPr="00EF201E">
        <w:rPr>
          <w:rFonts w:ascii="Calibri" w:hAnsi="Calibri" w:cs="Calibri"/>
          <w:i/>
          <w:iCs/>
        </w:rPr>
        <w:t>European Journal of Science Education</w:t>
      </w:r>
      <w:r w:rsidRPr="00EF201E">
        <w:rPr>
          <w:rFonts w:ascii="Calibri" w:hAnsi="Calibri" w:cs="Calibri"/>
        </w:rPr>
        <w:t>, 1(2), pp. 205–221. doi:10.1080/0140528790010209.</w:t>
      </w:r>
    </w:p>
    <w:p w14:paraId="0E10985B" w14:textId="77777777" w:rsidR="000259B8" w:rsidRPr="00EF201E" w:rsidRDefault="000259B8" w:rsidP="00212C4F">
      <w:pPr>
        <w:pStyle w:val="Bibliography"/>
        <w:spacing w:after="120"/>
        <w:ind w:left="426" w:hanging="426"/>
        <w:rPr>
          <w:rFonts w:ascii="Calibri" w:hAnsi="Calibri" w:cs="Calibri"/>
        </w:rPr>
      </w:pPr>
      <w:r w:rsidRPr="00EF201E">
        <w:rPr>
          <w:rFonts w:ascii="Calibri" w:hAnsi="Calibri" w:cs="Calibri"/>
        </w:rPr>
        <w:t xml:space="preserve">Watts, D.M. and Zylbersztajn, A. (1981) ‘A survey of some children’s ideas about force’, </w:t>
      </w:r>
      <w:r w:rsidRPr="00EF201E">
        <w:rPr>
          <w:rFonts w:ascii="Calibri" w:hAnsi="Calibri" w:cs="Calibri"/>
          <w:i/>
          <w:iCs/>
        </w:rPr>
        <w:t>Physics Education</w:t>
      </w:r>
      <w:r w:rsidRPr="00EF201E">
        <w:rPr>
          <w:rFonts w:ascii="Calibri" w:hAnsi="Calibri" w:cs="Calibri"/>
        </w:rPr>
        <w:t>, 16(6), pp. 360–365. doi:10.1088/0031-9120/16/6/313.</w:t>
      </w:r>
    </w:p>
    <w:p w14:paraId="4563B110" w14:textId="0E0C8296" w:rsidR="00D43788" w:rsidRDefault="00FB3175" w:rsidP="00212C4F">
      <w:pPr>
        <w:spacing w:after="120" w:line="276" w:lineRule="auto"/>
        <w:ind w:left="426" w:hanging="426"/>
      </w:pPr>
      <w:r w:rsidRPr="00EF201E">
        <w:fldChar w:fldCharType="end"/>
      </w:r>
    </w:p>
    <w:sectPr w:rsidR="00D43788" w:rsidSect="00083D63">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7C70B" w14:textId="77777777" w:rsidR="0074417A" w:rsidRDefault="0074417A" w:rsidP="000B473B">
      <w:r>
        <w:separator/>
      </w:r>
    </w:p>
  </w:endnote>
  <w:endnote w:type="continuationSeparator" w:id="0">
    <w:p w14:paraId="04854368" w14:textId="77777777" w:rsidR="0074417A" w:rsidRDefault="0074417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9F450" w14:textId="4D6FEEAD" w:rsidR="006F01D8" w:rsidRDefault="002D7A4B" w:rsidP="00BE0139">
    <w:pPr>
      <w:pStyle w:val="Footer"/>
      <w:tabs>
        <w:tab w:val="clear" w:pos="4513"/>
        <w:tab w:val="clear" w:pos="9026"/>
        <w:tab w:val="right" w:pos="13892"/>
      </w:tabs>
      <w:rPr>
        <w:noProof/>
      </w:rPr>
    </w:pPr>
    <w:r>
      <w:rPr>
        <w:noProof/>
        <w:lang w:eastAsia="en-GB"/>
      </w:rPr>
      <mc:AlternateContent>
        <mc:Choice Requires="wpg">
          <w:drawing>
            <wp:anchor distT="0" distB="0" distL="114300" distR="114300" simplePos="0" relativeHeight="251668480" behindDoc="0" locked="0" layoutInCell="1" allowOverlap="1" wp14:anchorId="48F3897F" wp14:editId="7B112714">
              <wp:simplePos x="0" y="0"/>
              <wp:positionH relativeFrom="column">
                <wp:posOffset>6857913</wp:posOffset>
              </wp:positionH>
              <wp:positionV relativeFrom="paragraph">
                <wp:posOffset>155575</wp:posOffset>
              </wp:positionV>
              <wp:extent cx="1419265" cy="179705"/>
              <wp:effectExtent l="0" t="0" r="9525" b="0"/>
              <wp:wrapNone/>
              <wp:docPr id="10" name="Group 10"/>
              <wp:cNvGraphicFramePr/>
              <a:graphic xmlns:a="http://schemas.openxmlformats.org/drawingml/2006/main">
                <a:graphicData uri="http://schemas.microsoft.com/office/word/2010/wordprocessingGroup">
                  <wpg:wgp>
                    <wpg:cNvGrpSpPr/>
                    <wpg:grpSpPr>
                      <a:xfrm>
                        <a:off x="0" y="0"/>
                        <a:ext cx="1419265" cy="179705"/>
                        <a:chOff x="0" y="0"/>
                        <a:chExt cx="1419265" cy="179705"/>
                      </a:xfrm>
                    </wpg:grpSpPr>
                    <pic:pic xmlns:pic="http://schemas.openxmlformats.org/drawingml/2006/picture">
                      <pic:nvPicPr>
                        <pic:cNvPr id="11" name="Picture 1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3935" cy="179705"/>
                        </a:xfrm>
                        <a:prstGeom prst="rect">
                          <a:avLst/>
                        </a:prstGeom>
                      </pic:spPr>
                    </pic:pic>
                    <pic:pic xmlns:pic="http://schemas.openxmlformats.org/drawingml/2006/picture">
                      <pic:nvPicPr>
                        <pic:cNvPr id="12" name="Picture 1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99225" y="0"/>
                          <a:ext cx="320040" cy="179705"/>
                        </a:xfrm>
                        <a:prstGeom prst="rect">
                          <a:avLst/>
                        </a:prstGeom>
                      </pic:spPr>
                    </pic:pic>
                  </wpg:wgp>
                </a:graphicData>
              </a:graphic>
            </wp:anchor>
          </w:drawing>
        </mc:Choice>
        <mc:Fallback>
          <w:pict>
            <v:group w14:anchorId="24EF6576" id="Group 10" o:spid="_x0000_s1026" style="position:absolute;margin-left:540pt;margin-top:12.25pt;width:111.75pt;height:14.15pt;z-index:251668480" coordsize="14192,17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width:10039;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">
                <v:imagedata r:id="rId3" o:title=""/>
                <v:path arrowok="t"/>
              </v:shape>
              <v:shape id="Picture 12" o:spid="_x0000_s1028" type="#_x0000_t75" style="position:absolute;left:10992;width:3200;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">
                <v:imagedata r:id="rId4" o:title=""/>
                <v:path arrowok="t"/>
              </v:shape>
            </v:group>
          </w:pict>
        </mc:Fallback>
      </mc:AlternateContent>
    </w:r>
    <w:r w:rsidR="006F01D8">
      <w:rPr>
        <w:noProof/>
        <w:lang w:eastAsia="en-GB"/>
      </w:rPr>
      <mc:AlternateContent>
        <mc:Choice Requires="wps">
          <w:drawing>
            <wp:anchor distT="4294967295" distB="4294967295" distL="114300" distR="114300" simplePos="0" relativeHeight="251664384" behindDoc="0" locked="0" layoutInCell="1" allowOverlap="1" wp14:anchorId="7D314A94" wp14:editId="135D894C">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06A1A8"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sidR="006F01D8">
      <w:rPr>
        <w:sz w:val="16"/>
        <w:szCs w:val="16"/>
      </w:rPr>
      <w:tab/>
    </w:r>
    <w:r w:rsidR="006F01D8">
      <w:fldChar w:fldCharType="begin"/>
    </w:r>
    <w:r w:rsidR="006F01D8">
      <w:instrText xml:space="preserve"> PAGE  \* Arabic  \* MERGEFORMAT </w:instrText>
    </w:r>
    <w:r w:rsidR="006F01D8">
      <w:fldChar w:fldCharType="separate"/>
    </w:r>
    <w:r>
      <w:rPr>
        <w:noProof/>
      </w:rPr>
      <w:t>8</w:t>
    </w:r>
    <w:r w:rsidR="006F01D8">
      <w:rPr>
        <w:noProof/>
      </w:rPr>
      <w:fldChar w:fldCharType="end"/>
    </w:r>
  </w:p>
  <w:p w14:paraId="37AE7B6D" w14:textId="55BBBD2A" w:rsidR="00C63844" w:rsidRDefault="00C63844" w:rsidP="00BE0139">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14:paraId="3BC1E0AF" w14:textId="6AB0AFB2" w:rsidR="006F01D8" w:rsidRPr="00E172C6" w:rsidRDefault="008A4BCA" w:rsidP="00366A2F">
    <w:pPr>
      <w:pStyle w:val="Footer"/>
      <w:tabs>
        <w:tab w:val="clear" w:pos="9026"/>
        <w:tab w:val="left" w:pos="11030"/>
      </w:tabs>
      <w:rPr>
        <w:sz w:val="16"/>
        <w:szCs w:val="16"/>
      </w:rPr>
    </w:pPr>
    <w:r w:rsidRPr="008A4BCA">
      <w:rPr>
        <w:sz w:val="16"/>
        <w:szCs w:val="16"/>
      </w:rPr>
      <w:t>© University of York Science Education Group. Distributed under a Creative Commons Attribution-NonCommercial (CC BY-NC) license.</w:t>
    </w:r>
    <w:r w:rsidR="00366A2F">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8C7E3" w14:textId="77777777" w:rsidR="0074417A" w:rsidRDefault="0074417A" w:rsidP="000B473B">
      <w:r>
        <w:separator/>
      </w:r>
    </w:p>
  </w:footnote>
  <w:footnote w:type="continuationSeparator" w:id="0">
    <w:p w14:paraId="6E011D61" w14:textId="77777777" w:rsidR="0074417A" w:rsidRDefault="0074417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8A8C2" w14:textId="2B86981F" w:rsidR="006F01D8" w:rsidRPr="004E5592" w:rsidRDefault="00083D63" w:rsidP="00F34FD0">
    <w:pPr>
      <w:pStyle w:val="Header"/>
      <w:tabs>
        <w:tab w:val="clear" w:pos="9026"/>
        <w:tab w:val="right" w:pos="13892"/>
      </w:tabs>
      <w:ind w:left="3407" w:firstLine="8784"/>
      <w:rPr>
        <w:b/>
        <w:sz w:val="24"/>
        <w:szCs w:val="24"/>
      </w:rPr>
    </w:pPr>
    <w:r>
      <w:rPr>
        <w:b/>
        <w:noProof/>
        <w:sz w:val="24"/>
        <w:szCs w:val="24"/>
        <w:lang w:eastAsia="en-GB"/>
      </w:rPr>
      <mc:AlternateContent>
        <mc:Choice Requires="wps">
          <w:drawing>
            <wp:anchor distT="4294967295" distB="4294967295" distL="114300" distR="114300" simplePos="0" relativeHeight="251662336" behindDoc="0" locked="0" layoutInCell="1" allowOverlap="1" wp14:anchorId="2B52B9B4" wp14:editId="1593B9BD">
              <wp:simplePos x="0" y="0"/>
              <wp:positionH relativeFrom="page">
                <wp:posOffset>635</wp:posOffset>
              </wp:positionH>
              <wp:positionV relativeFrom="paragraph">
                <wp:posOffset>262458</wp:posOffset>
              </wp:positionV>
              <wp:extent cx="10691495" cy="0"/>
              <wp:effectExtent l="0" t="0" r="0" b="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14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993080" id="_x0000_t32" coordsize="21600,21600" o:spt="32" o:oned="t" path="m,l21600,21600e" filled="f">
              <v:path arrowok="t" fillok="f" o:connecttype="none"/>
              <o:lock v:ext="edit" shapetype="t"/>
            </v:shapetype>
            <v:shape id="AutoShape 1" o:spid="_x0000_s1026" type="#_x0000_t32" style="position:absolute;margin-left:.05pt;margin-top:20.65pt;width:841.85pt;height:0;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" strokeweight="1pt">
              <w10:wrap anchorx="page"/>
            </v:shape>
          </w:pict>
        </mc:Fallback>
      </mc:AlternateContent>
    </w:r>
    <w:r w:rsidRPr="004E5592">
      <w:rPr>
        <w:b/>
        <w:noProof/>
        <w:sz w:val="24"/>
        <w:szCs w:val="24"/>
        <w:lang w:eastAsia="en-GB"/>
      </w:rPr>
      <w:drawing>
        <wp:anchor distT="0" distB="0" distL="114300" distR="114300" simplePos="0" relativeHeight="251661312" behindDoc="0" locked="0" layoutInCell="1" allowOverlap="1" wp14:anchorId="6FFF79DE" wp14:editId="75F1D632">
          <wp:simplePos x="0" y="0"/>
          <wp:positionH relativeFrom="column">
            <wp:posOffset>-9525</wp:posOffset>
          </wp:positionH>
          <wp:positionV relativeFrom="paragraph">
            <wp:posOffset>-217373</wp:posOffset>
          </wp:positionV>
          <wp:extent cx="867410" cy="363220"/>
          <wp:effectExtent l="0" t="0" r="889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410" cy="363220"/>
                  </a:xfrm>
                  <a:prstGeom prst="rect">
                    <a:avLst/>
                  </a:prstGeom>
                </pic:spPr>
              </pic:pic>
            </a:graphicData>
          </a:graphic>
        </wp:anchor>
      </w:drawing>
    </w:r>
    <w:r w:rsidR="006F01D8">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614A5"/>
    <w:multiLevelType w:val="hybridMultilevel"/>
    <w:tmpl w:val="778E15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941331"/>
    <w:multiLevelType w:val="hybridMultilevel"/>
    <w:tmpl w:val="62A6E2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5E014A"/>
    <w:multiLevelType w:val="hybridMultilevel"/>
    <w:tmpl w:val="5EC41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2536AB"/>
    <w:multiLevelType w:val="hybridMultilevel"/>
    <w:tmpl w:val="FB046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904377"/>
    <w:multiLevelType w:val="hybridMultilevel"/>
    <w:tmpl w:val="C9D48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6"/>
  </w:num>
  <w:num w:numId="5">
    <w:abstractNumId w:val="8"/>
  </w:num>
  <w:num w:numId="6">
    <w:abstractNumId w:val="10"/>
  </w:num>
  <w:num w:numId="7">
    <w:abstractNumId w:val="4"/>
  </w:num>
  <w:num w:numId="8">
    <w:abstractNumId w:val="2"/>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C7"/>
    <w:rsid w:val="000026EA"/>
    <w:rsid w:val="00003A8B"/>
    <w:rsid w:val="00010FE6"/>
    <w:rsid w:val="00015578"/>
    <w:rsid w:val="000246FC"/>
    <w:rsid w:val="00024731"/>
    <w:rsid w:val="000259B8"/>
    <w:rsid w:val="00026DEC"/>
    <w:rsid w:val="0003079C"/>
    <w:rsid w:val="000323DD"/>
    <w:rsid w:val="0003357C"/>
    <w:rsid w:val="00036EBA"/>
    <w:rsid w:val="00037EE2"/>
    <w:rsid w:val="000505CA"/>
    <w:rsid w:val="000549D3"/>
    <w:rsid w:val="00054A43"/>
    <w:rsid w:val="00056707"/>
    <w:rsid w:val="000568F4"/>
    <w:rsid w:val="0005709C"/>
    <w:rsid w:val="00067D83"/>
    <w:rsid w:val="0007306E"/>
    <w:rsid w:val="00083D63"/>
    <w:rsid w:val="000947E2"/>
    <w:rsid w:val="00095D19"/>
    <w:rsid w:val="00095E04"/>
    <w:rsid w:val="000A4D1F"/>
    <w:rsid w:val="000B473B"/>
    <w:rsid w:val="000C665A"/>
    <w:rsid w:val="000D0E89"/>
    <w:rsid w:val="000D2978"/>
    <w:rsid w:val="000E2689"/>
    <w:rsid w:val="000E48A3"/>
    <w:rsid w:val="000E4F4D"/>
    <w:rsid w:val="000F5E42"/>
    <w:rsid w:val="00104331"/>
    <w:rsid w:val="00106B6A"/>
    <w:rsid w:val="00112C87"/>
    <w:rsid w:val="00132763"/>
    <w:rsid w:val="00137415"/>
    <w:rsid w:val="00142613"/>
    <w:rsid w:val="00144DA7"/>
    <w:rsid w:val="00147127"/>
    <w:rsid w:val="00152FC9"/>
    <w:rsid w:val="001538F9"/>
    <w:rsid w:val="00156032"/>
    <w:rsid w:val="00161D3F"/>
    <w:rsid w:val="00164CEA"/>
    <w:rsid w:val="00170C23"/>
    <w:rsid w:val="00173E0C"/>
    <w:rsid w:val="001915D4"/>
    <w:rsid w:val="001A1FED"/>
    <w:rsid w:val="001A40E2"/>
    <w:rsid w:val="001B2603"/>
    <w:rsid w:val="001B6B95"/>
    <w:rsid w:val="001C4805"/>
    <w:rsid w:val="001E2593"/>
    <w:rsid w:val="001F285E"/>
    <w:rsid w:val="001F2B4D"/>
    <w:rsid w:val="00200690"/>
    <w:rsid w:val="00201328"/>
    <w:rsid w:val="00204753"/>
    <w:rsid w:val="00212C4F"/>
    <w:rsid w:val="002178AC"/>
    <w:rsid w:val="0022107F"/>
    <w:rsid w:val="00223388"/>
    <w:rsid w:val="00223DA2"/>
    <w:rsid w:val="0022442F"/>
    <w:rsid w:val="00224B69"/>
    <w:rsid w:val="0022547C"/>
    <w:rsid w:val="00226A6D"/>
    <w:rsid w:val="002321FE"/>
    <w:rsid w:val="00233BFE"/>
    <w:rsid w:val="002404D7"/>
    <w:rsid w:val="0025410A"/>
    <w:rsid w:val="00257E84"/>
    <w:rsid w:val="0028012F"/>
    <w:rsid w:val="00280B49"/>
    <w:rsid w:val="00287876"/>
    <w:rsid w:val="0029248B"/>
    <w:rsid w:val="002927EA"/>
    <w:rsid w:val="00292C53"/>
    <w:rsid w:val="00294E22"/>
    <w:rsid w:val="00297EBF"/>
    <w:rsid w:val="002A0EF2"/>
    <w:rsid w:val="002A5D4E"/>
    <w:rsid w:val="002B5987"/>
    <w:rsid w:val="002B63D0"/>
    <w:rsid w:val="002C194B"/>
    <w:rsid w:val="002C36ED"/>
    <w:rsid w:val="002C59BA"/>
    <w:rsid w:val="002C66FB"/>
    <w:rsid w:val="002D7A4B"/>
    <w:rsid w:val="002F08DF"/>
    <w:rsid w:val="002F3535"/>
    <w:rsid w:val="00301AA9"/>
    <w:rsid w:val="003117F6"/>
    <w:rsid w:val="00326496"/>
    <w:rsid w:val="003275C2"/>
    <w:rsid w:val="0034384B"/>
    <w:rsid w:val="003444BB"/>
    <w:rsid w:val="00345872"/>
    <w:rsid w:val="003512FB"/>
    <w:rsid w:val="003533B8"/>
    <w:rsid w:val="00357944"/>
    <w:rsid w:val="00366A2F"/>
    <w:rsid w:val="003752BE"/>
    <w:rsid w:val="00377662"/>
    <w:rsid w:val="00396E1D"/>
    <w:rsid w:val="0039797C"/>
    <w:rsid w:val="003A346A"/>
    <w:rsid w:val="003B13BC"/>
    <w:rsid w:val="003B2917"/>
    <w:rsid w:val="003B541B"/>
    <w:rsid w:val="003C4A66"/>
    <w:rsid w:val="003C7537"/>
    <w:rsid w:val="003D3380"/>
    <w:rsid w:val="003E0029"/>
    <w:rsid w:val="003E2B2F"/>
    <w:rsid w:val="003E6046"/>
    <w:rsid w:val="003F16F9"/>
    <w:rsid w:val="003F2726"/>
    <w:rsid w:val="003F59D2"/>
    <w:rsid w:val="003F7B13"/>
    <w:rsid w:val="00401632"/>
    <w:rsid w:val="00407D2C"/>
    <w:rsid w:val="00430C1F"/>
    <w:rsid w:val="004351BC"/>
    <w:rsid w:val="00437318"/>
    <w:rsid w:val="00440E9D"/>
    <w:rsid w:val="00442595"/>
    <w:rsid w:val="004429EF"/>
    <w:rsid w:val="0045323E"/>
    <w:rsid w:val="00462690"/>
    <w:rsid w:val="0047091F"/>
    <w:rsid w:val="00473E00"/>
    <w:rsid w:val="00480B1F"/>
    <w:rsid w:val="004A38EA"/>
    <w:rsid w:val="004B0EE1"/>
    <w:rsid w:val="004C21C7"/>
    <w:rsid w:val="004C4B3A"/>
    <w:rsid w:val="004C6867"/>
    <w:rsid w:val="004C7090"/>
    <w:rsid w:val="004D0D83"/>
    <w:rsid w:val="004D38D8"/>
    <w:rsid w:val="004E1DF1"/>
    <w:rsid w:val="004E2255"/>
    <w:rsid w:val="004E5592"/>
    <w:rsid w:val="004F3A89"/>
    <w:rsid w:val="0050055B"/>
    <w:rsid w:val="00506675"/>
    <w:rsid w:val="00514E7D"/>
    <w:rsid w:val="0051764A"/>
    <w:rsid w:val="00521F90"/>
    <w:rsid w:val="005243D9"/>
    <w:rsid w:val="00524710"/>
    <w:rsid w:val="0053381C"/>
    <w:rsid w:val="005402F3"/>
    <w:rsid w:val="005465DC"/>
    <w:rsid w:val="00546E7C"/>
    <w:rsid w:val="005519D4"/>
    <w:rsid w:val="00555342"/>
    <w:rsid w:val="005560E2"/>
    <w:rsid w:val="00566DCE"/>
    <w:rsid w:val="0056726C"/>
    <w:rsid w:val="00575039"/>
    <w:rsid w:val="005767D5"/>
    <w:rsid w:val="005779EC"/>
    <w:rsid w:val="00581D8D"/>
    <w:rsid w:val="005823CF"/>
    <w:rsid w:val="00582E2A"/>
    <w:rsid w:val="00596C8C"/>
    <w:rsid w:val="005A452E"/>
    <w:rsid w:val="005A66DF"/>
    <w:rsid w:val="005A7FF2"/>
    <w:rsid w:val="005B2D9A"/>
    <w:rsid w:val="005B4275"/>
    <w:rsid w:val="005C154A"/>
    <w:rsid w:val="005C37E0"/>
    <w:rsid w:val="005C578D"/>
    <w:rsid w:val="005D357C"/>
    <w:rsid w:val="005E1365"/>
    <w:rsid w:val="005E383D"/>
    <w:rsid w:val="005F115D"/>
    <w:rsid w:val="005F454A"/>
    <w:rsid w:val="00611097"/>
    <w:rsid w:val="00620AFF"/>
    <w:rsid w:val="006355D8"/>
    <w:rsid w:val="00642ECD"/>
    <w:rsid w:val="0065024C"/>
    <w:rsid w:val="006502A0"/>
    <w:rsid w:val="00667FF0"/>
    <w:rsid w:val="00673378"/>
    <w:rsid w:val="006772F5"/>
    <w:rsid w:val="00680C47"/>
    <w:rsid w:val="00685903"/>
    <w:rsid w:val="00695DB8"/>
    <w:rsid w:val="006A01DE"/>
    <w:rsid w:val="006A502D"/>
    <w:rsid w:val="006B0615"/>
    <w:rsid w:val="006C2DD9"/>
    <w:rsid w:val="006C5908"/>
    <w:rsid w:val="006C7A6A"/>
    <w:rsid w:val="006D166B"/>
    <w:rsid w:val="006E4549"/>
    <w:rsid w:val="006E616D"/>
    <w:rsid w:val="006E73AB"/>
    <w:rsid w:val="006F01D8"/>
    <w:rsid w:val="006F3279"/>
    <w:rsid w:val="006F3F58"/>
    <w:rsid w:val="00701B3F"/>
    <w:rsid w:val="00704AEE"/>
    <w:rsid w:val="007100E4"/>
    <w:rsid w:val="00713570"/>
    <w:rsid w:val="00722F9A"/>
    <w:rsid w:val="00743AAF"/>
    <w:rsid w:val="0074417A"/>
    <w:rsid w:val="00752637"/>
    <w:rsid w:val="00754539"/>
    <w:rsid w:val="00757297"/>
    <w:rsid w:val="00760E08"/>
    <w:rsid w:val="00761D32"/>
    <w:rsid w:val="00791453"/>
    <w:rsid w:val="00793235"/>
    <w:rsid w:val="00795CB4"/>
    <w:rsid w:val="0079730D"/>
    <w:rsid w:val="007A2BF7"/>
    <w:rsid w:val="007A3C86"/>
    <w:rsid w:val="007A683E"/>
    <w:rsid w:val="007A748B"/>
    <w:rsid w:val="007C0C78"/>
    <w:rsid w:val="007C3B28"/>
    <w:rsid w:val="007D1D65"/>
    <w:rsid w:val="007E0A9E"/>
    <w:rsid w:val="007E5309"/>
    <w:rsid w:val="007F47F5"/>
    <w:rsid w:val="00800DE1"/>
    <w:rsid w:val="00802843"/>
    <w:rsid w:val="0080588A"/>
    <w:rsid w:val="00806951"/>
    <w:rsid w:val="00806974"/>
    <w:rsid w:val="00813F47"/>
    <w:rsid w:val="00821188"/>
    <w:rsid w:val="008227E6"/>
    <w:rsid w:val="008278DF"/>
    <w:rsid w:val="008344B7"/>
    <w:rsid w:val="0084367F"/>
    <w:rsid w:val="008450D6"/>
    <w:rsid w:val="008544D9"/>
    <w:rsid w:val="00856FCA"/>
    <w:rsid w:val="008607C6"/>
    <w:rsid w:val="00872683"/>
    <w:rsid w:val="00872EB4"/>
    <w:rsid w:val="00873B8C"/>
    <w:rsid w:val="00874A11"/>
    <w:rsid w:val="008847AF"/>
    <w:rsid w:val="00894B38"/>
    <w:rsid w:val="008A405F"/>
    <w:rsid w:val="008A4BCA"/>
    <w:rsid w:val="008A5E57"/>
    <w:rsid w:val="008B6B23"/>
    <w:rsid w:val="008C7F34"/>
    <w:rsid w:val="008E032D"/>
    <w:rsid w:val="008E13E0"/>
    <w:rsid w:val="008E2927"/>
    <w:rsid w:val="008E580C"/>
    <w:rsid w:val="008E5A3E"/>
    <w:rsid w:val="008E6627"/>
    <w:rsid w:val="008F734E"/>
    <w:rsid w:val="0090047A"/>
    <w:rsid w:val="00907E84"/>
    <w:rsid w:val="00910A2C"/>
    <w:rsid w:val="00913AD8"/>
    <w:rsid w:val="0091448E"/>
    <w:rsid w:val="00917719"/>
    <w:rsid w:val="00917940"/>
    <w:rsid w:val="00925026"/>
    <w:rsid w:val="00931264"/>
    <w:rsid w:val="0093579E"/>
    <w:rsid w:val="00942A4B"/>
    <w:rsid w:val="00946B66"/>
    <w:rsid w:val="00954230"/>
    <w:rsid w:val="009545A5"/>
    <w:rsid w:val="00961D59"/>
    <w:rsid w:val="009727C7"/>
    <w:rsid w:val="00974547"/>
    <w:rsid w:val="00982CF1"/>
    <w:rsid w:val="00996508"/>
    <w:rsid w:val="009B2D55"/>
    <w:rsid w:val="009B68A9"/>
    <w:rsid w:val="009C0343"/>
    <w:rsid w:val="009C4260"/>
    <w:rsid w:val="009C65BC"/>
    <w:rsid w:val="009D09DD"/>
    <w:rsid w:val="009D6037"/>
    <w:rsid w:val="009D762B"/>
    <w:rsid w:val="009E0D11"/>
    <w:rsid w:val="009F6448"/>
    <w:rsid w:val="00A11C8A"/>
    <w:rsid w:val="00A24A16"/>
    <w:rsid w:val="00A274C9"/>
    <w:rsid w:val="00A303B6"/>
    <w:rsid w:val="00A314B6"/>
    <w:rsid w:val="00A35DE7"/>
    <w:rsid w:val="00A35EEF"/>
    <w:rsid w:val="00A37D14"/>
    <w:rsid w:val="00A447EC"/>
    <w:rsid w:val="00A44AD0"/>
    <w:rsid w:val="00A52AC7"/>
    <w:rsid w:val="00A52C33"/>
    <w:rsid w:val="00A6168B"/>
    <w:rsid w:val="00A62028"/>
    <w:rsid w:val="00A631E0"/>
    <w:rsid w:val="00A63EFC"/>
    <w:rsid w:val="00A66C45"/>
    <w:rsid w:val="00A7458A"/>
    <w:rsid w:val="00A90CE8"/>
    <w:rsid w:val="00A93616"/>
    <w:rsid w:val="00AA6236"/>
    <w:rsid w:val="00AA66F3"/>
    <w:rsid w:val="00AB0DDE"/>
    <w:rsid w:val="00AB4C55"/>
    <w:rsid w:val="00AB6AE7"/>
    <w:rsid w:val="00AC0C24"/>
    <w:rsid w:val="00AD1DA2"/>
    <w:rsid w:val="00AD21F5"/>
    <w:rsid w:val="00AD46E7"/>
    <w:rsid w:val="00AD5043"/>
    <w:rsid w:val="00AE3890"/>
    <w:rsid w:val="00AE3956"/>
    <w:rsid w:val="00AE53E1"/>
    <w:rsid w:val="00AE5FB7"/>
    <w:rsid w:val="00AF0E74"/>
    <w:rsid w:val="00AF7DB9"/>
    <w:rsid w:val="00B06225"/>
    <w:rsid w:val="00B06E72"/>
    <w:rsid w:val="00B137EA"/>
    <w:rsid w:val="00B21183"/>
    <w:rsid w:val="00B23C7A"/>
    <w:rsid w:val="00B331F4"/>
    <w:rsid w:val="00B346B5"/>
    <w:rsid w:val="00B347CC"/>
    <w:rsid w:val="00B37C53"/>
    <w:rsid w:val="00B42E62"/>
    <w:rsid w:val="00B44515"/>
    <w:rsid w:val="00B44666"/>
    <w:rsid w:val="00B46FF9"/>
    <w:rsid w:val="00B62684"/>
    <w:rsid w:val="00B6703E"/>
    <w:rsid w:val="00B702CA"/>
    <w:rsid w:val="00B75483"/>
    <w:rsid w:val="00B81360"/>
    <w:rsid w:val="00B84CDE"/>
    <w:rsid w:val="00B914A2"/>
    <w:rsid w:val="00BA391D"/>
    <w:rsid w:val="00BA5A78"/>
    <w:rsid w:val="00BA7952"/>
    <w:rsid w:val="00BB2ACF"/>
    <w:rsid w:val="00BB3EA6"/>
    <w:rsid w:val="00BC6C0D"/>
    <w:rsid w:val="00BD3160"/>
    <w:rsid w:val="00BD4802"/>
    <w:rsid w:val="00BE0139"/>
    <w:rsid w:val="00BE27BE"/>
    <w:rsid w:val="00BF0416"/>
    <w:rsid w:val="00BF0BBF"/>
    <w:rsid w:val="00BF2A9F"/>
    <w:rsid w:val="00BF56E8"/>
    <w:rsid w:val="00BF67CA"/>
    <w:rsid w:val="00BF6C8A"/>
    <w:rsid w:val="00C05571"/>
    <w:rsid w:val="00C06033"/>
    <w:rsid w:val="00C06521"/>
    <w:rsid w:val="00C15989"/>
    <w:rsid w:val="00C246CE"/>
    <w:rsid w:val="00C27DE9"/>
    <w:rsid w:val="00C32F50"/>
    <w:rsid w:val="00C37696"/>
    <w:rsid w:val="00C4678F"/>
    <w:rsid w:val="00C5553B"/>
    <w:rsid w:val="00C57FA2"/>
    <w:rsid w:val="00C63844"/>
    <w:rsid w:val="00C65611"/>
    <w:rsid w:val="00C71F58"/>
    <w:rsid w:val="00C72918"/>
    <w:rsid w:val="00C76D3A"/>
    <w:rsid w:val="00C82B83"/>
    <w:rsid w:val="00C86E76"/>
    <w:rsid w:val="00C8765D"/>
    <w:rsid w:val="00C9265A"/>
    <w:rsid w:val="00CA11CA"/>
    <w:rsid w:val="00CB3B80"/>
    <w:rsid w:val="00CC1F47"/>
    <w:rsid w:val="00CC2E4D"/>
    <w:rsid w:val="00CC489A"/>
    <w:rsid w:val="00CC4CCF"/>
    <w:rsid w:val="00CC553D"/>
    <w:rsid w:val="00CC78A5"/>
    <w:rsid w:val="00CC7B16"/>
    <w:rsid w:val="00CD2673"/>
    <w:rsid w:val="00CE0070"/>
    <w:rsid w:val="00CE15FE"/>
    <w:rsid w:val="00CE7273"/>
    <w:rsid w:val="00CF06D9"/>
    <w:rsid w:val="00D02E15"/>
    <w:rsid w:val="00D07C00"/>
    <w:rsid w:val="00D13174"/>
    <w:rsid w:val="00D14F44"/>
    <w:rsid w:val="00D16B25"/>
    <w:rsid w:val="00D20EFF"/>
    <w:rsid w:val="00D21B4D"/>
    <w:rsid w:val="00D278E8"/>
    <w:rsid w:val="00D40D1E"/>
    <w:rsid w:val="00D421C8"/>
    <w:rsid w:val="00D43788"/>
    <w:rsid w:val="00D44101"/>
    <w:rsid w:val="00D44604"/>
    <w:rsid w:val="00D479B3"/>
    <w:rsid w:val="00D51657"/>
    <w:rsid w:val="00D52283"/>
    <w:rsid w:val="00D524E5"/>
    <w:rsid w:val="00D56904"/>
    <w:rsid w:val="00D61356"/>
    <w:rsid w:val="00D71B99"/>
    <w:rsid w:val="00D72FEF"/>
    <w:rsid w:val="00D755FA"/>
    <w:rsid w:val="00D95582"/>
    <w:rsid w:val="00DB393C"/>
    <w:rsid w:val="00DB3D83"/>
    <w:rsid w:val="00DB4C37"/>
    <w:rsid w:val="00DB6409"/>
    <w:rsid w:val="00DB7449"/>
    <w:rsid w:val="00DB7471"/>
    <w:rsid w:val="00DC0D1C"/>
    <w:rsid w:val="00DC0F66"/>
    <w:rsid w:val="00DC4A4E"/>
    <w:rsid w:val="00DD1874"/>
    <w:rsid w:val="00DD5778"/>
    <w:rsid w:val="00DD63BD"/>
    <w:rsid w:val="00DE30AD"/>
    <w:rsid w:val="00DE7A20"/>
    <w:rsid w:val="00DF7377"/>
    <w:rsid w:val="00E11035"/>
    <w:rsid w:val="00E1142B"/>
    <w:rsid w:val="00E1409D"/>
    <w:rsid w:val="00E17138"/>
    <w:rsid w:val="00E172C6"/>
    <w:rsid w:val="00E21F89"/>
    <w:rsid w:val="00E22B55"/>
    <w:rsid w:val="00E24309"/>
    <w:rsid w:val="00E31116"/>
    <w:rsid w:val="00E45A5B"/>
    <w:rsid w:val="00E53D82"/>
    <w:rsid w:val="00E54437"/>
    <w:rsid w:val="00E5697D"/>
    <w:rsid w:val="00E753A9"/>
    <w:rsid w:val="00E75DFB"/>
    <w:rsid w:val="00E85A74"/>
    <w:rsid w:val="00E94795"/>
    <w:rsid w:val="00E97122"/>
    <w:rsid w:val="00EA5EC8"/>
    <w:rsid w:val="00EA78C6"/>
    <w:rsid w:val="00ED123C"/>
    <w:rsid w:val="00EE305E"/>
    <w:rsid w:val="00EE6B97"/>
    <w:rsid w:val="00EE739F"/>
    <w:rsid w:val="00EE7B25"/>
    <w:rsid w:val="00EF201E"/>
    <w:rsid w:val="00F0625A"/>
    <w:rsid w:val="00F12C3B"/>
    <w:rsid w:val="00F16BE5"/>
    <w:rsid w:val="00F25A3E"/>
    <w:rsid w:val="00F26884"/>
    <w:rsid w:val="00F32982"/>
    <w:rsid w:val="00F338CB"/>
    <w:rsid w:val="00F34963"/>
    <w:rsid w:val="00F34FD0"/>
    <w:rsid w:val="00F40370"/>
    <w:rsid w:val="00F51F87"/>
    <w:rsid w:val="00F543B3"/>
    <w:rsid w:val="00F55E8D"/>
    <w:rsid w:val="00F604E7"/>
    <w:rsid w:val="00F61953"/>
    <w:rsid w:val="00F66FF6"/>
    <w:rsid w:val="00F70AD8"/>
    <w:rsid w:val="00F74824"/>
    <w:rsid w:val="00F75F0D"/>
    <w:rsid w:val="00F80554"/>
    <w:rsid w:val="00F82443"/>
    <w:rsid w:val="00F8355F"/>
    <w:rsid w:val="00F90D64"/>
    <w:rsid w:val="00F93C7A"/>
    <w:rsid w:val="00F95F3E"/>
    <w:rsid w:val="00FA14FE"/>
    <w:rsid w:val="00FA3196"/>
    <w:rsid w:val="00FB1FF6"/>
    <w:rsid w:val="00FB3175"/>
    <w:rsid w:val="00FC3779"/>
    <w:rsid w:val="00FC7242"/>
    <w:rsid w:val="00FD0F3D"/>
    <w:rsid w:val="00FD51DE"/>
    <w:rsid w:val="00FE427C"/>
    <w:rsid w:val="00FE6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F1D4B"/>
  <w15:docId w15:val="{176B9176-0274-4802-BC5D-9FA852C2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Bibliography">
    <w:name w:val="Bibliography"/>
    <w:basedOn w:val="Normal"/>
    <w:next w:val="Normal"/>
    <w:uiPriority w:val="37"/>
    <w:unhideWhenUsed/>
    <w:rsid w:val="00FB3175"/>
    <w:pPr>
      <w:spacing w:after="240"/>
    </w:pPr>
  </w:style>
  <w:style w:type="paragraph" w:customStyle="1" w:styleId="EndNoteBibliography">
    <w:name w:val="EndNote Bibliography"/>
    <w:basedOn w:val="Normal"/>
    <w:link w:val="EndNoteBibliographyChar"/>
    <w:rsid w:val="00462690"/>
    <w:rPr>
      <w:rFonts w:ascii="Calibri" w:hAnsi="Calibri" w:cs="Calibri"/>
      <w:noProof/>
      <w:lang w:val="en-US"/>
    </w:rPr>
  </w:style>
  <w:style w:type="character" w:customStyle="1" w:styleId="EndNoteBibliographyChar">
    <w:name w:val="EndNote Bibliography Char"/>
    <w:basedOn w:val="DefaultParagraphFont"/>
    <w:link w:val="EndNoteBibliography"/>
    <w:rsid w:val="0046269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88341">
      <w:bodyDiv w:val="1"/>
      <w:marLeft w:val="0"/>
      <w:marRight w:val="0"/>
      <w:marTop w:val="0"/>
      <w:marBottom w:val="0"/>
      <w:divBdr>
        <w:top w:val="none" w:sz="0" w:space="0" w:color="auto"/>
        <w:left w:val="none" w:sz="0" w:space="0" w:color="auto"/>
        <w:bottom w:val="none" w:sz="0" w:space="0" w:color="auto"/>
        <w:right w:val="none" w:sz="0" w:space="0" w:color="auto"/>
      </w:divBdr>
    </w:div>
    <w:div w:id="160461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tmp"/><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tmp"/><Relationship Id="rId12" Type="http://schemas.openxmlformats.org/officeDocument/2006/relationships/image" Target="media/image5.tmp"/><Relationship Id="rId17" Type="http://schemas.openxmlformats.org/officeDocument/2006/relationships/image" Target="media/image10.tmp"/><Relationship Id="rId2" Type="http://schemas.openxmlformats.org/officeDocument/2006/relationships/styles" Target="styles.xml"/><Relationship Id="rId16" Type="http://schemas.openxmlformats.org/officeDocument/2006/relationships/image" Target="media/image9.tmp"/><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tmp"/><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tm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tmp"/><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 Id="rId4"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new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977</TotalTime>
  <Pages>8</Pages>
  <Words>5798</Words>
  <Characters>33054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74</cp:revision>
  <cp:lastPrinted>2018-01-23T10:03:00Z</cp:lastPrinted>
  <dcterms:created xsi:type="dcterms:W3CDTF">2022-08-08T13:16:00Z</dcterms:created>
  <dcterms:modified xsi:type="dcterms:W3CDTF">2022-10-19T13:14:00Z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id="UBZBPrm2"/&gt;&lt;style id="http://www.zotero.org/styles/harvard-cite-them-right" hasBibliography="1" bibliographyStyleHasBeenSet="1"/&gt;&lt;prefs&gt;&lt;pref name="fieldType" value="Field"/&gt;&lt;/prefs&gt;&lt;/data&gt;</vt:lpwstr>
  </property>
</Properties>
</file>